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E46" w:rsidRPr="007F7F5F" w:rsidRDefault="008D7E46" w:rsidP="008D7E46">
      <w:pPr>
        <w:pStyle w:val="Titre"/>
        <w:rPr>
          <w:szCs w:val="22"/>
        </w:rPr>
      </w:pPr>
      <w:bookmarkStart w:id="0" w:name="_Toc207531160"/>
      <w:bookmarkStart w:id="1" w:name="_GoBack"/>
      <w:bookmarkEnd w:id="1"/>
      <w:r w:rsidRPr="007F7F5F">
        <w:rPr>
          <w:szCs w:val="22"/>
        </w:rPr>
        <w:t xml:space="preserve">MARCHÉ PUBLIC DE </w:t>
      </w:r>
      <w:bookmarkEnd w:id="0"/>
      <w:r w:rsidR="0043530A" w:rsidRPr="007F7F5F">
        <w:rPr>
          <w:szCs w:val="22"/>
        </w:rPr>
        <w:t>TRAVAUX</w:t>
      </w:r>
    </w:p>
    <w:p w:rsidR="00C0452F" w:rsidRPr="007F7F5F" w:rsidRDefault="00C0452F" w:rsidP="001D0DD4">
      <w:pPr>
        <w:rPr>
          <w:rFonts w:ascii="Times New Roman" w:hAnsi="Times New Roman"/>
        </w:rPr>
      </w:pPr>
    </w:p>
    <w:p w:rsidR="001D0DD4" w:rsidRPr="007F7F5F" w:rsidRDefault="0043530A" w:rsidP="00940B4A">
      <w:pPr>
        <w:jc w:val="center"/>
        <w:rPr>
          <w:rFonts w:ascii="Times New Roman" w:hAnsi="Times New Roman"/>
        </w:rPr>
      </w:pPr>
      <w:r w:rsidRPr="007F7F5F">
        <w:rPr>
          <w:rStyle w:val="Accentuation"/>
          <w:rFonts w:ascii="Times New Roman" w:hAnsi="Times New Roman"/>
          <w:b/>
          <w:i w:val="0"/>
          <w:color w:val="FF0000"/>
        </w:rPr>
        <w:t>Marché SENSIBLE</w:t>
      </w: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8D7E46" w:rsidRPr="007F7F5F" w:rsidTr="007965A9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7F7F5F" w:rsidRDefault="008D7E46" w:rsidP="00CC687B">
            <w:pPr>
              <w:pStyle w:val="Titre8"/>
              <w:spacing w:before="240" w:after="240"/>
              <w:rPr>
                <w:szCs w:val="22"/>
              </w:rPr>
            </w:pPr>
            <w:r w:rsidRPr="007F7F5F">
              <w:rPr>
                <w:szCs w:val="22"/>
              </w:rPr>
              <w:t>ACTE D’ENGAGEMENT</w:t>
            </w:r>
          </w:p>
        </w:tc>
      </w:tr>
    </w:tbl>
    <w:p w:rsidR="00D8470C" w:rsidRPr="007F7F5F" w:rsidRDefault="00D8470C" w:rsidP="00DE4880">
      <w:pPr>
        <w:spacing w:line="240" w:lineRule="auto"/>
        <w:rPr>
          <w:rStyle w:val="Accentuation"/>
          <w:rFonts w:ascii="Times New Roman" w:hAnsi="Times New Roman"/>
          <w:i w:val="0"/>
          <w:color w:val="000000" w:themeColor="text1"/>
        </w:rPr>
      </w:pPr>
    </w:p>
    <w:tbl>
      <w:tblPr>
        <w:tblW w:w="9422" w:type="dxa"/>
        <w:tblInd w:w="-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2"/>
      </w:tblGrid>
      <w:tr w:rsidR="00D8470C" w:rsidRPr="007F7F5F" w:rsidTr="00EA5A6B">
        <w:trPr>
          <w:trHeight w:val="507"/>
        </w:trPr>
        <w:tc>
          <w:tcPr>
            <w:tcW w:w="9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470C" w:rsidRPr="007F7F5F" w:rsidRDefault="008B5ABA" w:rsidP="00EA5A6B">
            <w:pPr>
              <w:spacing w:after="0" w:line="240" w:lineRule="auto"/>
              <w:jc w:val="center"/>
              <w:rPr>
                <w:rStyle w:val="Accentuation"/>
                <w:rFonts w:ascii="Times New Roman" w:hAnsi="Times New Roman"/>
                <w:b/>
                <w:bCs/>
                <w:i w:val="0"/>
              </w:rPr>
            </w:pPr>
            <w:r w:rsidRPr="007F7F5F">
              <w:rPr>
                <w:rFonts w:ascii="Times New Roman" w:hAnsi="Times New Roman"/>
                <w:b/>
                <w:bCs/>
                <w:iCs/>
              </w:rPr>
              <w:t>MARCHÉ PUBLIC PASSE SELON LA PROCEDURE FORMALISÉE</w:t>
            </w:r>
          </w:p>
        </w:tc>
      </w:tr>
      <w:tr w:rsidR="00D8470C" w:rsidRPr="007F7F5F" w:rsidTr="00094B3A">
        <w:trPr>
          <w:trHeight w:val="699"/>
        </w:trPr>
        <w:tc>
          <w:tcPr>
            <w:tcW w:w="9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B3A" w:rsidRPr="007F7F5F" w:rsidRDefault="008B5ABA" w:rsidP="00094B3A">
            <w:pPr>
              <w:spacing w:after="0" w:line="240" w:lineRule="auto"/>
              <w:jc w:val="center"/>
              <w:rPr>
                <w:rStyle w:val="Accentuation"/>
                <w:rFonts w:ascii="Times New Roman" w:hAnsi="Times New Roman"/>
                <w:i w:val="0"/>
                <w:color w:val="000000" w:themeColor="text1"/>
              </w:rPr>
            </w:pPr>
            <w:r w:rsidRPr="007F7F5F">
              <w:rPr>
                <w:rFonts w:ascii="Times New Roman" w:hAnsi="Times New Roman"/>
                <w:iCs/>
                <w:color w:val="000000" w:themeColor="text1"/>
              </w:rPr>
              <w:t xml:space="preserve">EN </w:t>
            </w:r>
            <w:r w:rsidR="00AA26FF" w:rsidRPr="007F7F5F">
              <w:rPr>
                <w:rFonts w:ascii="Times New Roman" w:hAnsi="Times New Roman"/>
                <w:iCs/>
                <w:color w:val="000000" w:themeColor="text1"/>
              </w:rPr>
              <w:t>APPLICATION DE L’ARTICLE R2124-2</w:t>
            </w:r>
            <w:r w:rsidRPr="007F7F5F">
              <w:rPr>
                <w:rFonts w:ascii="Times New Roman" w:hAnsi="Times New Roman"/>
                <w:iCs/>
                <w:color w:val="000000" w:themeColor="text1"/>
              </w:rPr>
              <w:t xml:space="preserve"> DU CODE DE LA COMMANDE PUBLIQUE</w:t>
            </w:r>
          </w:p>
        </w:tc>
      </w:tr>
    </w:tbl>
    <w:p w:rsidR="004012F9" w:rsidRPr="007F7F5F" w:rsidRDefault="004012F9" w:rsidP="004012F9">
      <w:pPr>
        <w:rPr>
          <w:rFonts w:ascii="Times New Roman" w:hAnsi="Times New Roman"/>
        </w:rPr>
      </w:pPr>
    </w:p>
    <w:p w:rsidR="00D8470C" w:rsidRPr="007F7F5F" w:rsidRDefault="00DE4880" w:rsidP="00D8470C">
      <w:pPr>
        <w:jc w:val="center"/>
        <w:rPr>
          <w:rFonts w:ascii="Times New Roman" w:hAnsi="Times New Roman"/>
        </w:rPr>
      </w:pPr>
      <w:r w:rsidRPr="007F7F5F">
        <w:rPr>
          <w:rFonts w:ascii="Times New Roman" w:hAnsi="Times New Roman"/>
        </w:rPr>
        <w:t>DAF_</w:t>
      </w:r>
      <w:r w:rsidR="00510A86" w:rsidRPr="007F7F5F">
        <w:rPr>
          <w:rFonts w:ascii="Times New Roman" w:hAnsi="Times New Roman"/>
        </w:rPr>
        <w:t>2025</w:t>
      </w:r>
      <w:r w:rsidR="008B5ABA" w:rsidRPr="007F7F5F">
        <w:rPr>
          <w:rFonts w:ascii="Times New Roman" w:hAnsi="Times New Roman"/>
        </w:rPr>
        <w:t>_</w:t>
      </w:r>
      <w:r w:rsidR="00510A86" w:rsidRPr="007F7F5F">
        <w:rPr>
          <w:rFonts w:ascii="Times New Roman" w:hAnsi="Times New Roman"/>
        </w:rPr>
        <w:t>001</w:t>
      </w:r>
      <w:r w:rsidR="0043530A" w:rsidRPr="007F7F5F">
        <w:rPr>
          <w:rFonts w:ascii="Times New Roman" w:hAnsi="Times New Roman"/>
        </w:rPr>
        <w:t>795</w:t>
      </w:r>
    </w:p>
    <w:p w:rsidR="004012F9" w:rsidRPr="007F7F5F" w:rsidRDefault="004012F9" w:rsidP="004012F9">
      <w:pPr>
        <w:jc w:val="center"/>
        <w:rPr>
          <w:rFonts w:ascii="Times New Roman" w:hAnsi="Times New Roman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4012F9" w:rsidP="005926BF">
            <w:pPr>
              <w:pStyle w:val="Titre8"/>
              <w:spacing w:before="60" w:after="60"/>
              <w:rPr>
                <w:szCs w:val="22"/>
              </w:rPr>
            </w:pPr>
            <w:r w:rsidRPr="007F7F5F">
              <w:rPr>
                <w:szCs w:val="22"/>
              </w:rPr>
              <w:t>Maître de l'ouvrage</w:t>
            </w:r>
          </w:p>
        </w:tc>
      </w:tr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D8470C" w:rsidP="005926BF">
            <w:pPr>
              <w:keepNext/>
              <w:spacing w:before="240" w:after="240"/>
              <w:jc w:val="center"/>
              <w:outlineLvl w:val="7"/>
              <w:rPr>
                <w:rFonts w:ascii="Times New Roman" w:hAnsi="Times New Roman"/>
              </w:rPr>
            </w:pPr>
            <w:r w:rsidRPr="007F7F5F">
              <w:rPr>
                <w:rFonts w:ascii="Times New Roman" w:hAnsi="Times New Roman"/>
              </w:rPr>
              <w:t>ÉTAT - MINISTÈRE DES ARMÉ</w:t>
            </w:r>
            <w:r w:rsidR="004012F9" w:rsidRPr="007F7F5F">
              <w:rPr>
                <w:rFonts w:ascii="Times New Roman" w:hAnsi="Times New Roman"/>
              </w:rPr>
              <w:t>ES</w:t>
            </w:r>
            <w:r w:rsidR="00094B3A" w:rsidRPr="007F7F5F">
              <w:rPr>
                <w:rFonts w:ascii="Times New Roman" w:hAnsi="Times New Roman"/>
              </w:rPr>
              <w:t xml:space="preserve"> ET DES ANCIENS COMBATTANTS</w:t>
            </w:r>
          </w:p>
        </w:tc>
      </w:tr>
    </w:tbl>
    <w:p w:rsidR="004012F9" w:rsidRPr="007F7F5F" w:rsidRDefault="004012F9" w:rsidP="004012F9">
      <w:pPr>
        <w:jc w:val="center"/>
        <w:rPr>
          <w:rFonts w:ascii="Times New Roman" w:hAnsi="Times New Roman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4012F9" w:rsidP="005926BF">
            <w:pPr>
              <w:pStyle w:val="Titre8"/>
              <w:spacing w:before="60" w:after="60"/>
              <w:rPr>
                <w:szCs w:val="22"/>
              </w:rPr>
            </w:pPr>
            <w:r w:rsidRPr="007F7F5F">
              <w:rPr>
                <w:szCs w:val="22"/>
              </w:rPr>
              <w:t>Objet du marché</w:t>
            </w:r>
          </w:p>
        </w:tc>
      </w:tr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30A" w:rsidRPr="007F7F5F" w:rsidRDefault="0043530A" w:rsidP="0043530A">
            <w:pPr>
              <w:pStyle w:val="Titre"/>
              <w:tabs>
                <w:tab w:val="center" w:pos="4670"/>
                <w:tab w:val="left" w:pos="6230"/>
              </w:tabs>
              <w:rPr>
                <w:bCs/>
                <w:szCs w:val="22"/>
              </w:rPr>
            </w:pPr>
          </w:p>
          <w:p w:rsidR="0043530A" w:rsidRPr="007F7F5F" w:rsidRDefault="0043530A" w:rsidP="0043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fr-FR"/>
              </w:rPr>
            </w:pPr>
          </w:p>
          <w:p w:rsidR="0043530A" w:rsidRPr="007F7F5F" w:rsidRDefault="007F7F5F" w:rsidP="0043530A">
            <w:pPr>
              <w:pStyle w:val="Titre"/>
              <w:tabs>
                <w:tab w:val="center" w:pos="4670"/>
                <w:tab w:val="left" w:pos="6230"/>
              </w:tabs>
              <w:rPr>
                <w:b w:val="0"/>
                <w:bCs/>
                <w:szCs w:val="22"/>
              </w:rPr>
            </w:pPr>
            <w:r w:rsidRPr="007F7F5F">
              <w:rPr>
                <w:b w:val="0"/>
                <w:bCs/>
                <w:szCs w:val="22"/>
              </w:rPr>
              <w:t>Accord cadre à bons de commande relatif à l'exécution de travaux d’entretien et de grosses réparations sur les emprises soutenues par l’Unité de Soutien de l’Infrastructure de la Défense</w:t>
            </w:r>
            <w:r>
              <w:rPr>
                <w:b w:val="0"/>
                <w:bCs/>
                <w:szCs w:val="22"/>
              </w:rPr>
              <w:t xml:space="preserve"> : </w:t>
            </w:r>
          </w:p>
          <w:p w:rsidR="0043530A" w:rsidRPr="007F7F5F" w:rsidRDefault="0043530A" w:rsidP="0043530A">
            <w:pPr>
              <w:pStyle w:val="Titre"/>
              <w:tabs>
                <w:tab w:val="center" w:pos="4670"/>
                <w:tab w:val="left" w:pos="6230"/>
              </w:tabs>
              <w:rPr>
                <w:b w:val="0"/>
                <w:bCs/>
                <w:szCs w:val="22"/>
              </w:rPr>
            </w:pPr>
          </w:p>
          <w:p w:rsidR="0043530A" w:rsidRPr="007F7F5F" w:rsidRDefault="00510A86" w:rsidP="00CD350D">
            <w:pPr>
              <w:contextualSpacing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7F7F5F">
              <w:rPr>
                <w:rFonts w:ascii="Times New Roman" w:hAnsi="Times New Roman"/>
                <w:b/>
                <w:bCs/>
                <w:lang w:val="en-US"/>
              </w:rPr>
              <w:t xml:space="preserve">Lot </w:t>
            </w:r>
            <w:r w:rsidR="00F96BE2" w:rsidRPr="007F7F5F">
              <w:rPr>
                <w:rFonts w:ascii="Times New Roman" w:hAnsi="Times New Roman"/>
                <w:b/>
                <w:bCs/>
                <w:lang w:val="en-US"/>
              </w:rPr>
              <w:t>C1</w:t>
            </w:r>
            <w:r w:rsidR="001B6F2B" w:rsidRPr="007F7F5F">
              <w:rPr>
                <w:rFonts w:ascii="Times New Roman" w:hAnsi="Times New Roman"/>
                <w:bCs/>
                <w:lang w:val="en-US"/>
              </w:rPr>
              <w:t xml:space="preserve"> </w:t>
            </w:r>
            <w:r w:rsidRPr="007F7F5F">
              <w:rPr>
                <w:rFonts w:ascii="Times New Roman" w:hAnsi="Times New Roman"/>
                <w:bCs/>
                <w:lang w:val="en-US"/>
              </w:rPr>
              <w:t xml:space="preserve">: </w:t>
            </w:r>
            <w:r w:rsidR="000705D0" w:rsidRPr="007F7F5F">
              <w:rPr>
                <w:rFonts w:ascii="Times New Roman" w:hAnsi="Times New Roman"/>
              </w:rPr>
              <w:t xml:space="preserve">Travaux de VRD, de signalisation et de clôture </w:t>
            </w:r>
            <w:r w:rsidR="0043530A" w:rsidRPr="007F7F5F">
              <w:rPr>
                <w:rFonts w:ascii="Times New Roman" w:hAnsi="Times New Roman"/>
              </w:rPr>
              <w:t xml:space="preserve">sur les emprises soutenues par l’USID </w:t>
            </w:r>
            <w:r w:rsidR="00F96BE2" w:rsidRPr="007F7F5F">
              <w:rPr>
                <w:rFonts w:ascii="Times New Roman" w:hAnsi="Times New Roman"/>
              </w:rPr>
              <w:t>de Versailles</w:t>
            </w:r>
          </w:p>
          <w:p w:rsidR="00DE4880" w:rsidRPr="007F7F5F" w:rsidRDefault="00DE4880" w:rsidP="0043530A">
            <w:pPr>
              <w:pStyle w:val="Titre"/>
              <w:tabs>
                <w:tab w:val="center" w:pos="4670"/>
                <w:tab w:val="left" w:pos="6230"/>
              </w:tabs>
              <w:jc w:val="left"/>
              <w:rPr>
                <w:szCs w:val="22"/>
              </w:rPr>
            </w:pPr>
          </w:p>
        </w:tc>
      </w:tr>
    </w:tbl>
    <w:p w:rsidR="007965A9" w:rsidRPr="00B07991" w:rsidRDefault="007965A9" w:rsidP="007965A9">
      <w:pPr>
        <w:rPr>
          <w:rFonts w:ascii="Times New Roman" w:hAnsi="Times New Roman"/>
          <w:b/>
        </w:rPr>
      </w:pPr>
    </w:p>
    <w:p w:rsidR="007965A9" w:rsidRDefault="007965A9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8D7E46" w:rsidRPr="00DD5128" w:rsidRDefault="008D7E46" w:rsidP="009F0EBF">
      <w:pPr>
        <w:pStyle w:val="Titre1"/>
        <w:spacing w:after="0"/>
      </w:pPr>
      <w:r w:rsidRPr="00DD5128">
        <w:rPr>
          <w:szCs w:val="22"/>
        </w:rPr>
        <w:lastRenderedPageBreak/>
        <w:t>ARTICLE PREMIER - CONTRACTANT</w:t>
      </w:r>
    </w:p>
    <w:p w:rsidR="00D8470C" w:rsidRDefault="00D8470C" w:rsidP="00D8470C">
      <w:pPr>
        <w:jc w:val="center"/>
        <w:rPr>
          <w:rFonts w:ascii="Times New Roman" w:hAnsi="Times New Roman"/>
        </w:rPr>
      </w:pPr>
      <w:r w:rsidRPr="00B07991">
        <w:rPr>
          <w:rFonts w:ascii="Times New Roman" w:hAnsi="Times New Roman"/>
          <w:u w:val="single"/>
        </w:rPr>
        <w:t>(</w:t>
      </w:r>
      <w:proofErr w:type="gramStart"/>
      <w:r w:rsidRPr="00B07991">
        <w:rPr>
          <w:rFonts w:ascii="Times New Roman" w:hAnsi="Times New Roman"/>
          <w:u w:val="single"/>
        </w:rPr>
        <w:t>page</w:t>
      </w:r>
      <w:proofErr w:type="gramEnd"/>
      <w:r w:rsidRPr="00B07991">
        <w:rPr>
          <w:rFonts w:ascii="Times New Roman" w:hAnsi="Times New Roman"/>
          <w:u w:val="single"/>
        </w:rPr>
        <w:t xml:space="preserve"> à remplir uniquement en cas de </w:t>
      </w:r>
      <w:r>
        <w:rPr>
          <w:rFonts w:ascii="Times New Roman" w:hAnsi="Times New Roman"/>
          <w:u w:val="single"/>
        </w:rPr>
        <w:t>contractant unique</w:t>
      </w:r>
      <w:r w:rsidRPr="00B07991">
        <w:rPr>
          <w:rFonts w:ascii="Times New Roman" w:hAnsi="Times New Roman"/>
          <w:u w:val="single"/>
        </w:rPr>
        <w:t>)</w:t>
      </w:r>
    </w:p>
    <w:p w:rsidR="008D7E46" w:rsidRPr="00B07991" w:rsidRDefault="00D8470C" w:rsidP="008D7E4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Je </w:t>
      </w:r>
      <w:r w:rsidR="008D7E46" w:rsidRPr="00B07991">
        <w:rPr>
          <w:rFonts w:ascii="Times New Roman" w:hAnsi="Times New Roman"/>
        </w:rPr>
        <w:t>soussigné,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8D7E46" w:rsidRPr="00B07991" w:rsidRDefault="008D7E46" w:rsidP="00D8470C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8D7E46" w:rsidRPr="00B07991" w:rsidRDefault="008D7E46" w:rsidP="008D7E46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  <w:b/>
        </w:rPr>
        <w:t>A compléter, au choix, selon la nature de l'opérateur économique 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after="120"/>
        <w:jc w:val="both"/>
        <w:rPr>
          <w:rFonts w:ascii="Times New Roman" w:hAnsi="Times New Roman"/>
          <w:shd w:val="pct20" w:color="auto" w:fill="FFFFFF"/>
        </w:rPr>
      </w:pPr>
      <w:r w:rsidRPr="00B07991">
        <w:rPr>
          <w:rFonts w:ascii="Times New Roman" w:hAnsi="Times New Roman"/>
        </w:rPr>
        <w:t>Agissant en mon nom personnel domicilié à 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Téléphone : ………………………</w:t>
      </w:r>
    </w:p>
    <w:p w:rsidR="00D8470C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8D7E46" w:rsidRPr="007F7F5F" w:rsidRDefault="008D7E46" w:rsidP="007F7F5F">
      <w:pPr>
        <w:jc w:val="center"/>
        <w:rPr>
          <w:rFonts w:ascii="Times New Roman" w:hAnsi="Times New Roman"/>
          <w:b/>
        </w:rPr>
      </w:pPr>
      <w:proofErr w:type="gramStart"/>
      <w:r w:rsidRPr="007F7F5F">
        <w:rPr>
          <w:rFonts w:ascii="Times New Roman" w:hAnsi="Times New Roman"/>
          <w:b/>
        </w:rPr>
        <w:t>OU</w:t>
      </w:r>
      <w:proofErr w:type="gramEnd"/>
    </w:p>
    <w:p w:rsidR="008D7E46" w:rsidRPr="00B07991" w:rsidRDefault="008D7E46" w:rsidP="00D8470C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t>Agissant pour le nom et pour le compte de l'opérateur économique (intitulé complet et forme juridique de l'opérateur économique) 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Ayant son siège social à 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de l’établissement exécutant les prestations (si différente) :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4D0D94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Téléphone : ………………………</w:t>
      </w:r>
    </w:p>
    <w:p w:rsidR="00D8470C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8D7E46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="008D7E46"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E81287" w:rsidRDefault="00E81287" w:rsidP="00677B4C">
      <w:pPr>
        <w:jc w:val="both"/>
        <w:rPr>
          <w:rFonts w:ascii="Times New Roman" w:hAnsi="Times New Roman"/>
        </w:rPr>
      </w:pPr>
    </w:p>
    <w:p w:rsidR="00B73ACD" w:rsidRPr="00DE4880" w:rsidRDefault="008D7E46" w:rsidP="00677B4C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</w:rPr>
        <w:t xml:space="preserve">Après avoir pris connaissance du Cahier des Clauses </w:t>
      </w:r>
      <w:r w:rsidR="00F25C65">
        <w:rPr>
          <w:rFonts w:ascii="Times New Roman" w:hAnsi="Times New Roman"/>
        </w:rPr>
        <w:t>Particulières (CCP)</w:t>
      </w:r>
      <w:r w:rsidR="00CF2FE3" w:rsidRPr="00CF2FE3">
        <w:rPr>
          <w:rFonts w:ascii="Times New Roman" w:hAnsi="Times New Roman"/>
        </w:rPr>
        <w:t xml:space="preserve">, </w:t>
      </w:r>
      <w:r w:rsidR="00DE4880" w:rsidRPr="00DE4880">
        <w:rPr>
          <w:rFonts w:ascii="Times New Roman" w:hAnsi="Times New Roman"/>
          <w:b/>
        </w:rPr>
        <w:t>DAF_</w:t>
      </w:r>
      <w:r w:rsidR="003A45C3">
        <w:rPr>
          <w:rFonts w:ascii="Times New Roman" w:hAnsi="Times New Roman"/>
          <w:b/>
        </w:rPr>
        <w:t>202</w:t>
      </w:r>
      <w:r w:rsidR="00510A86">
        <w:rPr>
          <w:rFonts w:ascii="Times New Roman" w:hAnsi="Times New Roman"/>
          <w:b/>
        </w:rPr>
        <w:t>5</w:t>
      </w:r>
      <w:r w:rsidR="003A45C3">
        <w:rPr>
          <w:rFonts w:ascii="Times New Roman" w:hAnsi="Times New Roman"/>
          <w:b/>
        </w:rPr>
        <w:t>_</w:t>
      </w:r>
      <w:r w:rsidR="0043530A">
        <w:rPr>
          <w:rFonts w:ascii="Times New Roman" w:hAnsi="Times New Roman"/>
          <w:b/>
        </w:rPr>
        <w:t xml:space="preserve">001795 </w:t>
      </w:r>
      <w:r w:rsidRPr="00B07991">
        <w:rPr>
          <w:rFonts w:ascii="Times New Roman" w:hAnsi="Times New Roman"/>
        </w:rPr>
        <w:t xml:space="preserve">et des documents qui y sont mentionnés, et après avoir produit les documents, certificats, attestations ou déclarations visés </w:t>
      </w:r>
      <w:r w:rsidR="00015E34">
        <w:rPr>
          <w:rFonts w:ascii="Times New Roman" w:hAnsi="Times New Roman"/>
        </w:rPr>
        <w:t xml:space="preserve">aux </w:t>
      </w:r>
      <w:r w:rsidR="007A5AFF">
        <w:rPr>
          <w:rFonts w:ascii="Times New Roman" w:hAnsi="Times New Roman"/>
        </w:rPr>
        <w:t>article</w:t>
      </w:r>
      <w:r w:rsidR="00015E34">
        <w:rPr>
          <w:rFonts w:ascii="Times New Roman" w:hAnsi="Times New Roman"/>
        </w:rPr>
        <w:t>s</w:t>
      </w:r>
      <w:r w:rsidR="007A5AFF">
        <w:rPr>
          <w:rFonts w:ascii="Times New Roman" w:hAnsi="Times New Roman"/>
        </w:rPr>
        <w:t xml:space="preserve"> R.2143-3 et suivants du Code de la commande publique</w:t>
      </w:r>
      <w:r w:rsidRPr="00B07991">
        <w:rPr>
          <w:rFonts w:ascii="Times New Roman" w:hAnsi="Times New Roman"/>
        </w:rPr>
        <w:t xml:space="preserve">, je m'engage, sur </w:t>
      </w:r>
      <w:r w:rsidRPr="00B07991">
        <w:rPr>
          <w:rFonts w:ascii="Times New Roman" w:hAnsi="Times New Roman"/>
        </w:rPr>
        <w:lastRenderedPageBreak/>
        <w:t>la base de mon offre sans réserve, conformément aux stipulations des documents visés ci-dessus, à exécuter les travaux dans les conditions ci-après définies.</w:t>
      </w:r>
    </w:p>
    <w:p w:rsidR="008A7352" w:rsidRPr="00AD7803" w:rsidRDefault="008D7E46" w:rsidP="00677B4C">
      <w:pPr>
        <w:jc w:val="both"/>
        <w:rPr>
          <w:rFonts w:ascii="Times New Roman" w:hAnsi="Times New Roman"/>
          <w:color w:val="F79646" w:themeColor="accent6"/>
        </w:rPr>
      </w:pPr>
      <w:r w:rsidRPr="00B07991">
        <w:rPr>
          <w:rFonts w:ascii="Times New Roman" w:hAnsi="Times New Roman"/>
        </w:rPr>
        <w:t xml:space="preserve">Mon offre ainsi présentée ne me lie toutefois que si son acceptation m'est notifiée dans un délai de </w:t>
      </w:r>
      <w:r w:rsidR="0043530A">
        <w:rPr>
          <w:rFonts w:ascii="Times New Roman" w:hAnsi="Times New Roman"/>
          <w:b/>
        </w:rPr>
        <w:t>6</w:t>
      </w:r>
      <w:r w:rsidR="00510A86">
        <w:rPr>
          <w:rFonts w:ascii="Times New Roman" w:hAnsi="Times New Roman"/>
          <w:b/>
        </w:rPr>
        <w:t> </w:t>
      </w:r>
      <w:r w:rsidRPr="00B07991">
        <w:rPr>
          <w:rFonts w:ascii="Times New Roman" w:hAnsi="Times New Roman"/>
          <w:b/>
        </w:rPr>
        <w:t>mois</w:t>
      </w:r>
      <w:r w:rsidRPr="00B07991">
        <w:rPr>
          <w:rFonts w:ascii="Times New Roman" w:hAnsi="Times New Roman"/>
        </w:rPr>
        <w:t xml:space="preserve"> à compter de la date limite de remise des offres, fixée par </w:t>
      </w:r>
      <w:r w:rsidR="007A5AFF">
        <w:rPr>
          <w:rFonts w:ascii="Times New Roman" w:hAnsi="Times New Roman"/>
        </w:rPr>
        <w:t xml:space="preserve">le Règlement de la </w:t>
      </w:r>
      <w:r w:rsidR="00015E34">
        <w:rPr>
          <w:rFonts w:ascii="Times New Roman" w:hAnsi="Times New Roman"/>
        </w:rPr>
        <w:t>c</w:t>
      </w:r>
      <w:r w:rsidR="007A5AFF">
        <w:rPr>
          <w:rFonts w:ascii="Times New Roman" w:hAnsi="Times New Roman"/>
        </w:rPr>
        <w:t>onsultation</w:t>
      </w:r>
      <w:r w:rsidR="00DE4880">
        <w:rPr>
          <w:rFonts w:ascii="Times New Roman" w:hAnsi="Times New Roman"/>
        </w:rPr>
        <w:t>.</w:t>
      </w:r>
    </w:p>
    <w:p w:rsidR="008D7E46" w:rsidRPr="00B07991" w:rsidRDefault="008D7E46" w:rsidP="008D7E46">
      <w:pPr>
        <w:jc w:val="center"/>
        <w:rPr>
          <w:rFonts w:ascii="Times New Roman" w:hAnsi="Times New Roman"/>
          <w:u w:val="single"/>
        </w:rPr>
      </w:pPr>
      <w:r w:rsidRPr="00B07991">
        <w:rPr>
          <w:rFonts w:ascii="Times New Roman" w:hAnsi="Times New Roman"/>
          <w:u w:val="single"/>
        </w:rPr>
        <w:t xml:space="preserve"> (</w:t>
      </w:r>
      <w:proofErr w:type="gramStart"/>
      <w:r w:rsidRPr="00B07991">
        <w:rPr>
          <w:rFonts w:ascii="Times New Roman" w:hAnsi="Times New Roman"/>
          <w:u w:val="single"/>
        </w:rPr>
        <w:t>page</w:t>
      </w:r>
      <w:proofErr w:type="gramEnd"/>
      <w:r w:rsidRPr="00B07991">
        <w:rPr>
          <w:rFonts w:ascii="Times New Roman" w:hAnsi="Times New Roman"/>
          <w:u w:val="single"/>
        </w:rPr>
        <w:t xml:space="preserve"> à remplir uniquement en cas de groupement)</w:t>
      </w:r>
    </w:p>
    <w:p w:rsidR="008D7E46" w:rsidRPr="00B07991" w:rsidRDefault="008D7E46" w:rsidP="008D7E46">
      <w:pPr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Nous soussigné(e)s,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t>Agissant pour le nom et pour le compte de l'opérateur économique (intitulé complet et forme juridique de l'opérateur économique) :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Ayant son siège social à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 Adresse de l’établissement exécutant les prestations (si différente)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  <w:r w:rsidR="00AD7803" w:rsidRPr="00B07991">
        <w:rPr>
          <w:rFonts w:ascii="Times New Roman" w:hAnsi="Times New Roman"/>
        </w:rPr>
        <w:t>Téléphone : 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 xml:space="preserve">L'entreprise </w:t>
      </w:r>
      <w:r w:rsidRPr="00AD7803">
        <w:rPr>
          <w:rFonts w:ascii="Times New Roman" w:hAnsi="Times New Roman"/>
          <w:bdr w:val="single" w:sz="4" w:space="0" w:color="auto"/>
          <w:shd w:val="clear" w:color="auto" w:fill="DBE5F1" w:themeFill="accent1" w:themeFillTint="33"/>
        </w:rPr>
        <w:t>……………………………………………………………………………</w:t>
      </w:r>
    </w:p>
    <w:p w:rsidR="00AD7803" w:rsidRPr="00B07991" w:rsidRDefault="00AD7803" w:rsidP="00AD7803">
      <w:pPr>
        <w:pStyle w:val="Corpsdetexte3"/>
        <w:shd w:val="clear" w:color="auto" w:fill="DBE5F1" w:themeFill="accent1" w:themeFillTint="33"/>
        <w:spacing w:before="0" w:after="0"/>
        <w:rPr>
          <w:szCs w:val="22"/>
        </w:rPr>
      </w:pPr>
      <w:proofErr w:type="gramStart"/>
      <w:r w:rsidRPr="00B07991">
        <w:rPr>
          <w:szCs w:val="22"/>
        </w:rPr>
        <w:t>agissant</w:t>
      </w:r>
      <w:proofErr w:type="gramEnd"/>
      <w:r w:rsidRPr="00B07991">
        <w:rPr>
          <w:szCs w:val="22"/>
        </w:rPr>
        <w:t xml:space="preserve"> en tant que </w:t>
      </w:r>
    </w:p>
    <w:p w:rsidR="00AD7803" w:rsidRDefault="00AD7803" w:rsidP="00AD7803">
      <w:pPr>
        <w:pStyle w:val="Corpsdetexte3"/>
        <w:shd w:val="clear" w:color="auto" w:fill="DBE5F1" w:themeFill="accent1" w:themeFillTint="33"/>
        <w:spacing w:before="0" w:after="0"/>
        <w:ind w:firstLine="708"/>
        <w:rPr>
          <w:szCs w:val="22"/>
        </w:rPr>
      </w:pPr>
      <w:r w:rsidRPr="007A5AFF">
        <w:rPr>
          <w:szCs w:val="22"/>
        </w:rPr>
        <w:t>-</w:t>
      </w:r>
      <w:r>
        <w:rPr>
          <w:szCs w:val="22"/>
        </w:rPr>
        <w:t xml:space="preserve"> </w:t>
      </w:r>
      <w:r w:rsidRPr="00B07991">
        <w:rPr>
          <w:szCs w:val="22"/>
        </w:rPr>
        <w:t xml:space="preserve">mandataire solidaire du groupement conjoint </w:t>
      </w:r>
      <w:r w:rsidRPr="00B07991">
        <w:rPr>
          <w:szCs w:val="22"/>
        </w:rPr>
        <w:tab/>
      </w:r>
      <w:r>
        <w:rPr>
          <w:szCs w:val="22"/>
        </w:rPr>
        <w:sym w:font="Wingdings" w:char="F0A8"/>
      </w:r>
    </w:p>
    <w:p w:rsidR="00AD7803" w:rsidRPr="007A5AFF" w:rsidRDefault="00AD7803" w:rsidP="00AD7803">
      <w:pPr>
        <w:pStyle w:val="Corpsdetexte3"/>
        <w:shd w:val="clear" w:color="auto" w:fill="DBE5F1" w:themeFill="accent1" w:themeFillTint="33"/>
        <w:spacing w:before="0" w:after="0"/>
        <w:ind w:firstLine="708"/>
        <w:rPr>
          <w:szCs w:val="22"/>
          <w:bdr w:val="single" w:sz="4" w:space="0" w:color="auto"/>
        </w:rPr>
      </w:pPr>
      <w:r>
        <w:rPr>
          <w:szCs w:val="22"/>
        </w:rPr>
        <w:t xml:space="preserve">- </w:t>
      </w:r>
      <w:r w:rsidRPr="00B07991">
        <w:rPr>
          <w:szCs w:val="22"/>
        </w:rPr>
        <w:t>mandataire du groupement solidaire</w:t>
      </w:r>
      <w:r w:rsidRPr="00B07991">
        <w:rPr>
          <w:szCs w:val="22"/>
        </w:rPr>
        <w:tab/>
      </w:r>
      <w:r w:rsidRPr="00AD7803">
        <w:rPr>
          <w:szCs w:val="22"/>
        </w:rPr>
        <w:sym w:font="Wingdings" w:char="F0A8"/>
      </w:r>
      <w:r w:rsidRPr="00B07991">
        <w:rPr>
          <w:szCs w:val="22"/>
        </w:rPr>
        <w:tab/>
      </w:r>
    </w:p>
    <w:p w:rsidR="00AD7803" w:rsidRPr="00B07991" w:rsidRDefault="00AD7803" w:rsidP="00AD7803">
      <w:pPr>
        <w:pStyle w:val="Corpsdetexte3"/>
        <w:shd w:val="clear" w:color="auto" w:fill="DBE5F1" w:themeFill="accent1" w:themeFillTint="33"/>
        <w:spacing w:before="0" w:after="0"/>
        <w:rPr>
          <w:szCs w:val="22"/>
        </w:rPr>
      </w:pPr>
      <w:proofErr w:type="gramStart"/>
      <w:r w:rsidRPr="00B07991">
        <w:rPr>
          <w:szCs w:val="22"/>
        </w:rPr>
        <w:t>pour</w:t>
      </w:r>
      <w:proofErr w:type="gramEnd"/>
      <w:r w:rsidRPr="00B07991">
        <w:rPr>
          <w:szCs w:val="22"/>
        </w:rPr>
        <w:t xml:space="preserve"> l’ensemble des </w:t>
      </w:r>
      <w:r w:rsidRPr="00B07991">
        <w:rPr>
          <w:bCs/>
          <w:szCs w:val="22"/>
        </w:rPr>
        <w:t>opérateurs économiques groupés qui ont signé la lettre de candidature relative au présent marché.</w:t>
      </w:r>
    </w:p>
    <w:p w:rsidR="007F7F5F" w:rsidRDefault="007F7F5F" w:rsidP="00FD22CA">
      <w:pPr>
        <w:rPr>
          <w:rFonts w:ascii="Times New Roman" w:hAnsi="Times New Roman"/>
          <w:b/>
          <w:bCs/>
        </w:rPr>
      </w:pPr>
    </w:p>
    <w:p w:rsidR="00FD22CA" w:rsidRPr="00B07991" w:rsidRDefault="00FD22CA" w:rsidP="00FD22CA">
      <w:pPr>
        <w:rPr>
          <w:rFonts w:ascii="Times New Roman" w:hAnsi="Times New Roman"/>
        </w:rPr>
      </w:pPr>
      <w:r w:rsidRPr="00B07991">
        <w:rPr>
          <w:rFonts w:ascii="Times New Roman" w:hAnsi="Times New Roman"/>
          <w:b/>
          <w:bCs/>
        </w:rPr>
        <w:t>ET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lastRenderedPageBreak/>
        <w:t>Agissant pour le nom et pour le compte de l'opérateur économique (intitulé complet et forme juridique de l'opérateur économique) :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Ayant son siège social à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 Adresse de l’établissement exécutant les prestations (si différente)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  <w:r w:rsidR="00FD22CA" w:rsidRPr="00B07991">
        <w:rPr>
          <w:rFonts w:ascii="Times New Roman" w:hAnsi="Times New Roman"/>
        </w:rPr>
        <w:t>Téléphone : 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FD22CA" w:rsidRPr="00B07991" w:rsidRDefault="00AD7803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="00FD22CA"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F120BE" w:rsidRPr="00DE4880" w:rsidRDefault="008D7E46" w:rsidP="008D7E46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</w:rPr>
        <w:t xml:space="preserve">Après avoir pris connaissance du Cahier des Clauses Particulières (CCP), </w:t>
      </w:r>
      <w:r w:rsidR="003A45C3" w:rsidRPr="00DE4880">
        <w:rPr>
          <w:rFonts w:ascii="Times New Roman" w:hAnsi="Times New Roman"/>
          <w:b/>
        </w:rPr>
        <w:t>DAF_</w:t>
      </w:r>
      <w:r w:rsidR="00510A86">
        <w:rPr>
          <w:rFonts w:ascii="Times New Roman" w:hAnsi="Times New Roman"/>
          <w:b/>
        </w:rPr>
        <w:t>2025</w:t>
      </w:r>
      <w:r w:rsidR="003A45C3">
        <w:rPr>
          <w:rFonts w:ascii="Times New Roman" w:hAnsi="Times New Roman"/>
          <w:b/>
        </w:rPr>
        <w:t>_</w:t>
      </w:r>
      <w:r w:rsidR="0043530A">
        <w:rPr>
          <w:rFonts w:ascii="Times New Roman" w:hAnsi="Times New Roman"/>
          <w:b/>
        </w:rPr>
        <w:t xml:space="preserve">001795 </w:t>
      </w:r>
      <w:r w:rsidRPr="00B07991">
        <w:rPr>
          <w:rFonts w:ascii="Times New Roman" w:hAnsi="Times New Roman"/>
        </w:rPr>
        <w:t>et des d</w:t>
      </w:r>
      <w:r w:rsidR="00321E3B" w:rsidRPr="00B07991">
        <w:rPr>
          <w:rFonts w:ascii="Times New Roman" w:hAnsi="Times New Roman"/>
        </w:rPr>
        <w:t xml:space="preserve">ocuments qui y sont mentionnés, </w:t>
      </w:r>
      <w:r w:rsidRPr="00B07991">
        <w:rPr>
          <w:rFonts w:ascii="Times New Roman" w:hAnsi="Times New Roman"/>
        </w:rPr>
        <w:t>et après avoir produit les documents, certificats, attestations ou déclarations visés</w:t>
      </w:r>
      <w:r w:rsidR="00015E34">
        <w:rPr>
          <w:rFonts w:ascii="Times New Roman" w:hAnsi="Times New Roman"/>
        </w:rPr>
        <w:t xml:space="preserve"> aux </w:t>
      </w:r>
      <w:r w:rsidR="00AD7803">
        <w:rPr>
          <w:rFonts w:ascii="Times New Roman" w:hAnsi="Times New Roman"/>
        </w:rPr>
        <w:t>article</w:t>
      </w:r>
      <w:r w:rsidR="00015E34">
        <w:rPr>
          <w:rFonts w:ascii="Times New Roman" w:hAnsi="Times New Roman"/>
        </w:rPr>
        <w:t>s</w:t>
      </w:r>
      <w:r w:rsidR="00AD7803">
        <w:rPr>
          <w:rFonts w:ascii="Times New Roman" w:hAnsi="Times New Roman"/>
        </w:rPr>
        <w:t xml:space="preserve"> R.2143-3 et suivants du Code de la commande publique</w:t>
      </w:r>
      <w:r w:rsidRPr="00B07991">
        <w:rPr>
          <w:rFonts w:ascii="Times New Roman" w:hAnsi="Times New Roman"/>
        </w:rPr>
        <w:t>, nous nous engageons sur la base de l’offre du groupement sans réserve, conformément aux stipulations des documents visés ci-dessus, à exécuter les travaux dans le</w:t>
      </w:r>
      <w:r w:rsidR="00B07991" w:rsidRPr="00B07991">
        <w:rPr>
          <w:rFonts w:ascii="Times New Roman" w:hAnsi="Times New Roman"/>
        </w:rPr>
        <w:t>s conditions ci-après définies.</w:t>
      </w:r>
    </w:p>
    <w:p w:rsidR="006874E1" w:rsidRDefault="008D7E46" w:rsidP="008A7352">
      <w:pPr>
        <w:spacing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 xml:space="preserve">L’offre du groupement ainsi présentée ne nous lie toutefois que si son acceptation nous est notifiée dans un délai de </w:t>
      </w:r>
      <w:r w:rsidR="0036059C">
        <w:rPr>
          <w:rFonts w:ascii="Times New Roman" w:hAnsi="Times New Roman"/>
          <w:b/>
        </w:rPr>
        <w:t>6</w:t>
      </w:r>
      <w:r w:rsidRPr="00B07991">
        <w:rPr>
          <w:rFonts w:ascii="Times New Roman" w:hAnsi="Times New Roman"/>
          <w:b/>
        </w:rPr>
        <w:t xml:space="preserve"> mois</w:t>
      </w:r>
      <w:r w:rsidRPr="00B07991">
        <w:rPr>
          <w:rFonts w:ascii="Times New Roman" w:hAnsi="Times New Roman"/>
          <w:b/>
          <w:bCs/>
        </w:rPr>
        <w:t xml:space="preserve"> </w:t>
      </w:r>
      <w:r w:rsidRPr="00B07991">
        <w:rPr>
          <w:rFonts w:ascii="Times New Roman" w:hAnsi="Times New Roman"/>
        </w:rPr>
        <w:t xml:space="preserve">à compter de la date limite de remise des offres, fixée par </w:t>
      </w:r>
      <w:r w:rsidR="00015E34">
        <w:rPr>
          <w:rFonts w:ascii="Times New Roman" w:hAnsi="Times New Roman"/>
        </w:rPr>
        <w:t xml:space="preserve">le </w:t>
      </w:r>
      <w:r w:rsidR="00E72DD8">
        <w:rPr>
          <w:rFonts w:ascii="Times New Roman" w:hAnsi="Times New Roman"/>
        </w:rPr>
        <w:t xml:space="preserve">règlement </w:t>
      </w:r>
      <w:r w:rsidR="00015E34">
        <w:rPr>
          <w:rFonts w:ascii="Times New Roman" w:hAnsi="Times New Roman"/>
        </w:rPr>
        <w:t>de la consultation</w:t>
      </w:r>
      <w:r w:rsidR="00DE4880">
        <w:rPr>
          <w:rFonts w:ascii="Times New Roman" w:hAnsi="Times New Roman"/>
        </w:rPr>
        <w:t>.</w:t>
      </w:r>
    </w:p>
    <w:p w:rsidR="0043530A" w:rsidRDefault="0043530A" w:rsidP="008A7352">
      <w:pPr>
        <w:spacing w:after="0"/>
        <w:jc w:val="both"/>
        <w:rPr>
          <w:rFonts w:ascii="Times New Roman" w:hAnsi="Times New Roman"/>
        </w:rPr>
      </w:pPr>
    </w:p>
    <w:p w:rsidR="0043530A" w:rsidRPr="007F7F5F" w:rsidRDefault="0043530A" w:rsidP="0043530A">
      <w:pPr>
        <w:pStyle w:val="Default"/>
        <w:rPr>
          <w:sz w:val="22"/>
          <w:szCs w:val="22"/>
          <w:u w:val="single"/>
        </w:rPr>
      </w:pPr>
      <w:r w:rsidRPr="007F7F5F">
        <w:rPr>
          <w:b/>
          <w:bCs/>
          <w:sz w:val="22"/>
          <w:szCs w:val="22"/>
          <w:u w:val="single"/>
        </w:rPr>
        <w:t xml:space="preserve">Article 1.1 – Responsable technique du lot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Les personnes physiques désignées par le titulaire pour être l’interlocuteur unique de l’administration sont : </w:t>
      </w:r>
    </w:p>
    <w:p w:rsidR="0043530A" w:rsidRPr="0036059C" w:rsidRDefault="0043530A" w:rsidP="0036059C">
      <w:pPr>
        <w:pStyle w:val="Default"/>
        <w:numPr>
          <w:ilvl w:val="0"/>
          <w:numId w:val="3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Responsable du lot technique</w:t>
      </w:r>
    </w:p>
    <w:p w:rsidR="0043530A" w:rsidRDefault="0043530A" w:rsidP="0043530A">
      <w:pPr>
        <w:pStyle w:val="Default"/>
        <w:rPr>
          <w:rFonts w:ascii="Wingdings" w:hAnsi="Wingdings" w:cs="Wingdings"/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Madame/Monsieur : ……………………………………………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Adresse : 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Téléphone : ……………………………… Portable : 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courriel : …………………………………………………………………………………………… </w:t>
      </w:r>
    </w:p>
    <w:p w:rsidR="0036059C" w:rsidRDefault="0036059C" w:rsidP="0043530A">
      <w:pPr>
        <w:pStyle w:val="Default"/>
        <w:rPr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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b/>
          <w:bCs/>
          <w:i/>
          <w:iCs/>
          <w:sz w:val="22"/>
          <w:szCs w:val="22"/>
        </w:rPr>
        <w:t xml:space="preserve">Responsable technique du lot, par suppléance : </w:t>
      </w:r>
    </w:p>
    <w:p w:rsidR="0043530A" w:rsidRDefault="0043530A" w:rsidP="0043530A">
      <w:pPr>
        <w:pStyle w:val="Default"/>
        <w:rPr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Madame/Monsieur : ……………………………………………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Adresse : 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Téléphone : ……………………………… Portable : ……………………………… </w:t>
      </w:r>
    </w:p>
    <w:p w:rsidR="007F7F5F" w:rsidRDefault="0043530A" w:rsidP="007F7F5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courriel : …………………………………………………………………………………………… </w:t>
      </w:r>
    </w:p>
    <w:p w:rsidR="007F7F5F" w:rsidRDefault="007F7F5F" w:rsidP="007F7F5F">
      <w:pPr>
        <w:pStyle w:val="Default"/>
        <w:rPr>
          <w:sz w:val="22"/>
          <w:szCs w:val="22"/>
        </w:rPr>
      </w:pPr>
    </w:p>
    <w:p w:rsidR="005F5E9E" w:rsidRPr="007F7F5F" w:rsidRDefault="009F473C" w:rsidP="007F7F5F">
      <w:pPr>
        <w:pStyle w:val="Default"/>
        <w:rPr>
          <w:sz w:val="22"/>
          <w:szCs w:val="22"/>
        </w:rPr>
      </w:pPr>
      <w:r w:rsidRPr="009F2C04">
        <w:rPr>
          <w:sz w:val="22"/>
          <w:szCs w:val="22"/>
        </w:rPr>
        <w:lastRenderedPageBreak/>
        <w:t xml:space="preserve">NOTA </w:t>
      </w:r>
      <w:r w:rsidRPr="0070164A">
        <w:rPr>
          <w:sz w:val="22"/>
          <w:szCs w:val="22"/>
        </w:rPr>
        <w:t xml:space="preserve">: en cas de changement des personnes physique mentionnées ci-dessus, le titulaire du lot devra se conformer aux dispositions de l’article </w:t>
      </w:r>
      <w:r w:rsidRPr="007F7F5F">
        <w:rPr>
          <w:sz w:val="22"/>
          <w:szCs w:val="22"/>
        </w:rPr>
        <w:t>2.5.</w:t>
      </w:r>
      <w:r w:rsidR="007F7F5F">
        <w:rPr>
          <w:sz w:val="22"/>
          <w:szCs w:val="22"/>
        </w:rPr>
        <w:t>3</w:t>
      </w:r>
      <w:r w:rsidRPr="0070164A">
        <w:rPr>
          <w:sz w:val="22"/>
          <w:szCs w:val="22"/>
        </w:rPr>
        <w:t xml:space="preserve"> du CCAP.</w:t>
      </w:r>
    </w:p>
    <w:p w:rsidR="008D7E46" w:rsidRPr="00B07991" w:rsidRDefault="008D7E46" w:rsidP="008A7352">
      <w:pPr>
        <w:pStyle w:val="Titre1"/>
        <w:spacing w:after="0"/>
        <w:rPr>
          <w:szCs w:val="22"/>
        </w:rPr>
      </w:pPr>
      <w:r w:rsidRPr="00B07991">
        <w:rPr>
          <w:szCs w:val="22"/>
        </w:rPr>
        <w:t>ARTICLE 2 - PRIX</w:t>
      </w:r>
    </w:p>
    <w:p w:rsidR="008D7E46" w:rsidRPr="00B07991" w:rsidRDefault="008D7E46" w:rsidP="008D7E46">
      <w:pPr>
        <w:pStyle w:val="Titre2"/>
        <w:ind w:left="0"/>
        <w:rPr>
          <w:szCs w:val="22"/>
        </w:rPr>
      </w:pPr>
      <w:r w:rsidRPr="00B07991">
        <w:rPr>
          <w:szCs w:val="22"/>
        </w:rPr>
        <w:t xml:space="preserve">2-1. </w:t>
      </w:r>
      <w:r w:rsidR="00DE4880">
        <w:rPr>
          <w:szCs w:val="22"/>
        </w:rPr>
        <w:t>Variation des prix</w:t>
      </w:r>
    </w:p>
    <w:p w:rsidR="009F2C04" w:rsidRPr="007F7F5F" w:rsidRDefault="0043530A" w:rsidP="007F7F5F">
      <w:pPr>
        <w:rPr>
          <w:rFonts w:ascii="Times New Roman" w:hAnsi="Times New Roman"/>
          <w:b/>
        </w:rPr>
      </w:pPr>
      <w:r w:rsidRPr="007F7F5F">
        <w:rPr>
          <w:rFonts w:ascii="Times New Roman" w:hAnsi="Times New Roman"/>
        </w:rPr>
        <w:t xml:space="preserve">Les prestations seront rémunérées par application de prix unitaires. </w:t>
      </w:r>
    </w:p>
    <w:p w:rsidR="00DE4880" w:rsidRPr="00B07991" w:rsidRDefault="00DE4880" w:rsidP="00D35A2C">
      <w:pPr>
        <w:pStyle w:val="Titre2"/>
        <w:spacing w:after="0" w:line="360" w:lineRule="auto"/>
        <w:ind w:left="0"/>
        <w:rPr>
          <w:szCs w:val="22"/>
        </w:rPr>
      </w:pPr>
      <w:r>
        <w:rPr>
          <w:szCs w:val="22"/>
        </w:rPr>
        <w:t>2-2. Rémunération</w:t>
      </w:r>
    </w:p>
    <w:p w:rsidR="009F473C" w:rsidRPr="007F7F5F" w:rsidRDefault="009F473C" w:rsidP="007F7F5F">
      <w:pPr>
        <w:jc w:val="both"/>
        <w:rPr>
          <w:rFonts w:ascii="Times New Roman" w:hAnsi="Times New Roman"/>
          <w:b/>
        </w:rPr>
      </w:pPr>
      <w:r w:rsidRPr="007F7F5F">
        <w:rPr>
          <w:rFonts w:ascii="Times New Roman" w:hAnsi="Times New Roman"/>
        </w:rPr>
        <w:t>Le présent marché est un accord-cadre à bons de commande passé sans montant minimum et avec maximum.</w:t>
      </w:r>
    </w:p>
    <w:p w:rsidR="008B30D7" w:rsidRPr="009F2C04" w:rsidRDefault="009F473C" w:rsidP="00D35A2C">
      <w:pPr>
        <w:pStyle w:val="Titre2"/>
        <w:spacing w:after="0" w:line="360" w:lineRule="auto"/>
        <w:ind w:left="0"/>
        <w:rPr>
          <w:szCs w:val="22"/>
        </w:rPr>
      </w:pPr>
      <w:r w:rsidRPr="007F7F5F">
        <w:t>Dans le cas de commandes, les parties s’engagent à appliquer les prix figurant au bordereau des prix unitaires (BPU) rendu contractuel à l’occasion de la signature du présent marché ou à défaut les prix</w:t>
      </w:r>
      <w:r w:rsidR="0070164A" w:rsidRPr="007F7F5F">
        <w:t xml:space="preserve"> issus de la série BATIPRIX 2026</w:t>
      </w:r>
      <w:r w:rsidRPr="007F7F5F">
        <w:t xml:space="preserve"> auxquels devront être appliqués les rabais et la remise prévue à l’article 2.5 du présent acte d’engagement.</w:t>
      </w:r>
      <w:r w:rsidR="008B30D7" w:rsidRPr="009F473C">
        <w:rPr>
          <w:szCs w:val="22"/>
        </w:rPr>
        <w:t xml:space="preserve">2-3 Montant maximal du lot concerné pour la durée totale du marché </w:t>
      </w:r>
    </w:p>
    <w:p w:rsidR="009F473C" w:rsidRPr="008B30D7" w:rsidRDefault="009F473C" w:rsidP="00D35A2C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lang w:eastAsia="fr-FR"/>
        </w:rPr>
      </w:pPr>
      <w:r w:rsidRPr="009F473C">
        <w:rPr>
          <w:rFonts w:ascii="Times New Roman" w:hAnsi="Times New Roman"/>
          <w:color w:val="000000"/>
          <w:lang w:eastAsia="fr-FR"/>
        </w:rPr>
        <w:t xml:space="preserve">Le montant maximal correspond au montant de : </w:t>
      </w:r>
      <w:r w:rsidR="00F96BE2" w:rsidRPr="00F96BE2">
        <w:rPr>
          <w:rFonts w:ascii="Times New Roman" w:hAnsi="Times New Roman"/>
        </w:rPr>
        <w:t xml:space="preserve">2 333 333,33 </w:t>
      </w:r>
      <w:r w:rsidR="00CD350D" w:rsidRPr="00D82722">
        <w:rPr>
          <w:rFonts w:ascii="Times New Roman" w:hAnsi="Times New Roman"/>
        </w:rPr>
        <w:t>€</w:t>
      </w:r>
      <w:r w:rsidR="00CD350D">
        <w:rPr>
          <w:rFonts w:ascii="Times New Roman" w:hAnsi="Times New Roman"/>
        </w:rPr>
        <w:t xml:space="preserve"> </w:t>
      </w:r>
      <w:r w:rsidRPr="009F473C">
        <w:rPr>
          <w:rFonts w:ascii="Times New Roman" w:hAnsi="Times New Roman"/>
          <w:color w:val="000000"/>
          <w:lang w:eastAsia="fr-FR"/>
        </w:rPr>
        <w:t>HT.</w:t>
      </w:r>
    </w:p>
    <w:p w:rsidR="008B30D7" w:rsidRPr="00D35A2C" w:rsidRDefault="008B30D7" w:rsidP="00D35A2C">
      <w:pPr>
        <w:pStyle w:val="Titre2"/>
        <w:spacing w:after="0" w:line="360" w:lineRule="auto"/>
        <w:ind w:left="0"/>
        <w:rPr>
          <w:szCs w:val="22"/>
        </w:rPr>
      </w:pPr>
      <w:r w:rsidRPr="009F473C">
        <w:rPr>
          <w:szCs w:val="22"/>
        </w:rPr>
        <w:t xml:space="preserve">2.4. Modalités de passation des commandes </w:t>
      </w:r>
    </w:p>
    <w:p w:rsidR="006874E1" w:rsidRPr="008F6DD5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8F6DD5">
        <w:rPr>
          <w:rFonts w:ascii="Times New Roman" w:hAnsi="Times New Roman"/>
          <w:color w:val="000000"/>
          <w:lang w:eastAsia="fr-FR"/>
        </w:rPr>
        <w:t xml:space="preserve">Chaque besoin fera l’objet d’une commande particulière notifiée dans les conditions prévues à l’article </w:t>
      </w:r>
    </w:p>
    <w:p w:rsidR="008B30D7" w:rsidRPr="008F6DD5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8F6DD5">
        <w:rPr>
          <w:rFonts w:ascii="Times New Roman" w:hAnsi="Times New Roman"/>
          <w:color w:val="000000"/>
          <w:lang w:eastAsia="fr-FR"/>
        </w:rPr>
        <w:t xml:space="preserve">2.4 du CCAP. </w:t>
      </w:r>
    </w:p>
    <w:p w:rsidR="008B30D7" w:rsidRPr="009F473C" w:rsidRDefault="008B30D7" w:rsidP="00D35A2C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color w:val="000000"/>
          <w:u w:val="single"/>
          <w:lang w:eastAsia="fr-FR"/>
        </w:rPr>
      </w:pPr>
      <w:r w:rsidRPr="008F6DD5">
        <w:rPr>
          <w:rFonts w:ascii="Times New Roman" w:hAnsi="Times New Roman"/>
          <w:b/>
          <w:bCs/>
          <w:color w:val="000000"/>
          <w:u w:val="single"/>
          <w:lang w:eastAsia="fr-FR"/>
        </w:rPr>
        <w:t>2-5 - Rabais et</w:t>
      </w:r>
      <w:r w:rsidRPr="009F473C">
        <w:rPr>
          <w:rFonts w:ascii="Times New Roman" w:hAnsi="Times New Roman"/>
          <w:b/>
          <w:bCs/>
          <w:color w:val="000000"/>
          <w:u w:val="single"/>
          <w:lang w:eastAsia="fr-FR"/>
        </w:rPr>
        <w:t xml:space="preserve"> remise propre à chaque commande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8B30D7">
        <w:rPr>
          <w:rFonts w:ascii="Times New Roman" w:hAnsi="Times New Roman"/>
          <w:color w:val="000000"/>
          <w:lang w:eastAsia="fr-FR"/>
        </w:rPr>
        <w:t xml:space="preserve">En cas du dépassement de seuil de commande fixé ci-dessous et cas d’utilisation de prix issus du BATIPRIX, la remise sur les prix du BATIPRIX et le rabais sur le montant total sont cumulatifs et s’appliquent à un même bon de commande.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Pr="009F473C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  <w:r w:rsidRPr="009F473C">
        <w:rPr>
          <w:rFonts w:ascii="Times New Roman" w:hAnsi="Times New Roman"/>
          <w:color w:val="000000"/>
          <w:u w:val="single"/>
          <w:lang w:eastAsia="fr-FR"/>
        </w:rPr>
        <w:t xml:space="preserve">2.5.1 – Rabais « R » propre à chaque commande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Default="009F473C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9F473C">
        <w:rPr>
          <w:rFonts w:ascii="Times New Roman" w:hAnsi="Times New Roman"/>
          <w:color w:val="000000"/>
          <w:lang w:eastAsia="fr-FR"/>
        </w:rPr>
        <w:t>Un seul rabais sur les prix du marché sera consenti par l’entreprise dans les conditions figurant au tableau ci-dessous. Le rabais s’applique à la totalité de la commande :</w:t>
      </w:r>
    </w:p>
    <w:p w:rsidR="00D35A2C" w:rsidRPr="00D35A2C" w:rsidRDefault="00D35A2C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8"/>
        <w:gridCol w:w="3962"/>
      </w:tblGrid>
      <w:tr w:rsidR="009F473C" w:rsidTr="002E7521">
        <w:trPr>
          <w:trHeight w:val="358"/>
        </w:trPr>
        <w:tc>
          <w:tcPr>
            <w:tcW w:w="5098" w:type="dxa"/>
            <w:shd w:val="clear" w:color="auto" w:fill="BFBFBF" w:themeFill="background1" w:themeFillShade="BF"/>
            <w:vAlign w:val="center"/>
          </w:tcPr>
          <w:p w:rsidR="009F473C" w:rsidRPr="002E7521" w:rsidRDefault="009F473C" w:rsidP="00D35A2C">
            <w:pPr>
              <w:pStyle w:val="Default"/>
              <w:spacing w:line="360" w:lineRule="auto"/>
              <w:jc w:val="center"/>
              <w:rPr>
                <w:color w:val="FFFFFF" w:themeColor="background1"/>
                <w:sz w:val="23"/>
                <w:szCs w:val="23"/>
              </w:rPr>
            </w:pPr>
            <w:r w:rsidRPr="002E7521">
              <w:rPr>
                <w:color w:val="FFFFFF" w:themeColor="background1"/>
                <w:sz w:val="23"/>
                <w:szCs w:val="23"/>
              </w:rPr>
              <w:t>Montant de la commande en prix de base hors TVA</w:t>
            </w:r>
          </w:p>
        </w:tc>
        <w:tc>
          <w:tcPr>
            <w:tcW w:w="3962" w:type="dxa"/>
            <w:shd w:val="clear" w:color="auto" w:fill="BFBFBF" w:themeFill="background1" w:themeFillShade="BF"/>
            <w:vAlign w:val="center"/>
          </w:tcPr>
          <w:p w:rsidR="009F473C" w:rsidRPr="002E7521" w:rsidRDefault="009F473C" w:rsidP="00D35A2C">
            <w:pPr>
              <w:pStyle w:val="Default"/>
              <w:spacing w:line="360" w:lineRule="auto"/>
              <w:jc w:val="center"/>
              <w:rPr>
                <w:color w:val="FFFFFF" w:themeColor="background1"/>
                <w:sz w:val="23"/>
                <w:szCs w:val="23"/>
              </w:rPr>
            </w:pPr>
            <w:r w:rsidRPr="002E7521">
              <w:rPr>
                <w:color w:val="FFFFFF" w:themeColor="background1"/>
                <w:sz w:val="23"/>
                <w:szCs w:val="23"/>
              </w:rPr>
              <w:t>Rabais</w:t>
            </w:r>
          </w:p>
        </w:tc>
      </w:tr>
      <w:tr w:rsidR="009F473C" w:rsidTr="002E7521">
        <w:trPr>
          <w:trHeight w:val="548"/>
        </w:trPr>
        <w:tc>
          <w:tcPr>
            <w:tcW w:w="5098" w:type="dxa"/>
            <w:vAlign w:val="center"/>
          </w:tcPr>
          <w:p w:rsidR="009F473C" w:rsidRPr="009F473C" w:rsidRDefault="009F473C" w:rsidP="002E752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Supérieur à 15 000 Euros</w:t>
            </w:r>
          </w:p>
        </w:tc>
        <w:tc>
          <w:tcPr>
            <w:tcW w:w="3962" w:type="dxa"/>
            <w:vAlign w:val="center"/>
          </w:tcPr>
          <w:p w:rsidR="009F473C" w:rsidRDefault="009F473C" w:rsidP="009F473C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R = </w:t>
            </w:r>
            <w:r w:rsidRPr="002E7521">
              <w:rPr>
                <w:color w:val="FF0000"/>
                <w:sz w:val="22"/>
                <w:szCs w:val="22"/>
              </w:rPr>
              <w:t>……………..% *</w:t>
            </w:r>
          </w:p>
        </w:tc>
      </w:tr>
    </w:tbl>
    <w:p w:rsidR="006874E1" w:rsidRDefault="002E7521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  <w:r w:rsidRPr="009F2C04">
        <w:rPr>
          <w:rFonts w:ascii="Times New Roman" w:hAnsi="Times New Roman"/>
          <w:i/>
          <w:color w:val="FF0000"/>
          <w:lang w:eastAsia="fr-FR"/>
        </w:rPr>
        <w:t>* A compléter par le candidat au stade de la remise d’offre.</w:t>
      </w:r>
    </w:p>
    <w:p w:rsid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  <w:r w:rsidRPr="009F2C04">
        <w:rPr>
          <w:rFonts w:ascii="Times New Roman" w:hAnsi="Times New Roman"/>
          <w:color w:val="000000"/>
          <w:u w:val="single"/>
          <w:lang w:eastAsia="fr-FR"/>
        </w:rPr>
        <w:t>2.5.2 – Remise sur prix</w:t>
      </w:r>
      <w:r>
        <w:rPr>
          <w:rFonts w:ascii="Times New Roman" w:hAnsi="Times New Roman"/>
          <w:color w:val="000000"/>
          <w:u w:val="single"/>
          <w:lang w:eastAsia="fr-FR"/>
        </w:rPr>
        <w:t xml:space="preserve"> issus de la série </w:t>
      </w:r>
      <w:r w:rsidR="008F6DD5">
        <w:rPr>
          <w:rFonts w:ascii="Times New Roman" w:hAnsi="Times New Roman"/>
          <w:color w:val="000000"/>
          <w:u w:val="single"/>
          <w:lang w:eastAsia="fr-FR"/>
        </w:rPr>
        <w:t>BATIPRIX 2026</w:t>
      </w:r>
      <w:r w:rsidRPr="009F2C04">
        <w:rPr>
          <w:rFonts w:ascii="Times New Roman" w:hAnsi="Times New Roman"/>
          <w:color w:val="000000"/>
          <w:u w:val="single"/>
          <w:lang w:eastAsia="fr-FR"/>
        </w:rPr>
        <w:t xml:space="preserve"> « </w:t>
      </w:r>
      <w:proofErr w:type="spellStart"/>
      <w:r w:rsidRPr="009F2C04">
        <w:rPr>
          <w:rFonts w:ascii="Times New Roman" w:hAnsi="Times New Roman"/>
          <w:color w:val="000000"/>
          <w:u w:val="single"/>
          <w:lang w:eastAsia="fr-FR"/>
        </w:rPr>
        <w:t>Rmn</w:t>
      </w:r>
      <w:proofErr w:type="spellEnd"/>
      <w:r w:rsidRPr="009F2C04">
        <w:rPr>
          <w:rFonts w:ascii="Times New Roman" w:hAnsi="Times New Roman"/>
          <w:color w:val="000000"/>
          <w:u w:val="single"/>
          <w:lang w:eastAsia="fr-FR"/>
        </w:rPr>
        <w:t xml:space="preserve"> » propre à chaque commande</w:t>
      </w:r>
    </w:p>
    <w:p w:rsidR="009F2C04" w:rsidRP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</w:p>
    <w:p w:rsidR="00D35A2C" w:rsidRDefault="009F2C04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9F2C04">
        <w:rPr>
          <w:rFonts w:ascii="Times New Roman" w:hAnsi="Times New Roman"/>
          <w:color w:val="000000"/>
          <w:lang w:eastAsia="fr-FR"/>
        </w:rPr>
        <w:t>Une remise sur les prix du marché sera consentie par l’entreprise dans les conditions figurant au tableau ci-dessous. La remise s’applique sur chaque prix d</w:t>
      </w:r>
      <w:r w:rsidR="00094B3A">
        <w:rPr>
          <w:rFonts w:ascii="Times New Roman" w:hAnsi="Times New Roman"/>
          <w:color w:val="000000"/>
          <w:lang w:eastAsia="fr-FR"/>
        </w:rPr>
        <w:t xml:space="preserve">e la série de prix </w:t>
      </w:r>
      <w:r w:rsidR="008F6DD5">
        <w:rPr>
          <w:rFonts w:ascii="Times New Roman" w:hAnsi="Times New Roman"/>
          <w:color w:val="000000"/>
          <w:lang w:eastAsia="fr-FR"/>
        </w:rPr>
        <w:t>BATIPRIX 2026</w:t>
      </w:r>
      <w:r w:rsidRPr="009F2C04">
        <w:rPr>
          <w:rFonts w:ascii="Times New Roman" w:hAnsi="Times New Roman"/>
          <w:color w:val="000000"/>
          <w:lang w:eastAsia="fr-FR"/>
        </w:rPr>
        <w:t xml:space="preserve"> ayant trait à une commande :</w:t>
      </w:r>
    </w:p>
    <w:p w:rsidR="009F2C04" w:rsidRPr="00D35A2C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4"/>
          <w:lang w:eastAsia="fr-FR"/>
        </w:rPr>
      </w:pPr>
    </w:p>
    <w:tbl>
      <w:tblPr>
        <w:tblStyle w:val="Grilledutableau"/>
        <w:tblW w:w="0" w:type="auto"/>
        <w:tblInd w:w="1980" w:type="dxa"/>
        <w:tblLook w:val="04A0" w:firstRow="1" w:lastRow="0" w:firstColumn="1" w:lastColumn="0" w:noHBand="0" w:noVBand="1"/>
      </w:tblPr>
      <w:tblGrid>
        <w:gridCol w:w="5245"/>
      </w:tblGrid>
      <w:tr w:rsidR="009F2C04" w:rsidTr="009F2C04">
        <w:tc>
          <w:tcPr>
            <w:tcW w:w="5245" w:type="dxa"/>
          </w:tcPr>
          <w:p w:rsidR="009F2C04" w:rsidRP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r w:rsidRPr="009F2C04">
              <w:rPr>
                <w:rFonts w:ascii="Times New Roman" w:hAnsi="Times New Roman"/>
                <w:color w:val="000000"/>
                <w:lang w:eastAsia="fr-FR"/>
              </w:rPr>
              <w:t>Remise sur prix issus du</w:t>
            </w:r>
          </w:p>
          <w:p w:rsidR="009F2C04" w:rsidRDefault="008F6DD5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r>
              <w:rPr>
                <w:rFonts w:ascii="Times New Roman" w:hAnsi="Times New Roman"/>
                <w:color w:val="000000"/>
                <w:lang w:eastAsia="fr-FR"/>
              </w:rPr>
              <w:t>BATIPRIX 2026</w:t>
            </w:r>
          </w:p>
        </w:tc>
      </w:tr>
      <w:tr w:rsidR="009F2C04" w:rsidTr="00D35A2C">
        <w:trPr>
          <w:trHeight w:val="740"/>
        </w:trPr>
        <w:tc>
          <w:tcPr>
            <w:tcW w:w="5245" w:type="dxa"/>
          </w:tcPr>
          <w:p w:rsid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</w:p>
          <w:p w:rsid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proofErr w:type="spellStart"/>
            <w:r w:rsidRPr="009F2C04">
              <w:rPr>
                <w:rFonts w:ascii="Times New Roman" w:hAnsi="Times New Roman"/>
                <w:color w:val="000000"/>
                <w:lang w:eastAsia="fr-FR"/>
              </w:rPr>
              <w:t>Rmn</w:t>
            </w:r>
            <w:proofErr w:type="spellEnd"/>
            <w:r w:rsidRPr="009F2C04">
              <w:rPr>
                <w:rFonts w:ascii="Times New Roman" w:hAnsi="Times New Roman"/>
                <w:color w:val="000000"/>
                <w:lang w:eastAsia="fr-FR"/>
              </w:rPr>
              <w:t xml:space="preserve"> =</w:t>
            </w:r>
            <w:r w:rsidRPr="009F2C04">
              <w:rPr>
                <w:rFonts w:ascii="Times New Roman" w:hAnsi="Times New Roman"/>
                <w:color w:val="FF0000"/>
                <w:lang w:eastAsia="fr-FR"/>
              </w:rPr>
              <w:t xml:space="preserve"> ……………………….%</w:t>
            </w:r>
          </w:p>
        </w:tc>
      </w:tr>
    </w:tbl>
    <w:p w:rsidR="008B30D7" w:rsidRDefault="009F2C04" w:rsidP="006874E1">
      <w:pPr>
        <w:autoSpaceDE w:val="0"/>
        <w:autoSpaceDN w:val="0"/>
        <w:adjustRightInd w:val="0"/>
        <w:spacing w:after="0" w:line="240" w:lineRule="auto"/>
        <w:rPr>
          <w:i/>
          <w:color w:val="FF0000"/>
        </w:rPr>
      </w:pPr>
      <w:r w:rsidRPr="009F2C04">
        <w:rPr>
          <w:rFonts w:ascii="Times New Roman" w:hAnsi="Times New Roman"/>
          <w:i/>
          <w:color w:val="FF0000"/>
          <w:lang w:eastAsia="fr-FR"/>
        </w:rPr>
        <w:t>* A compléter par le candidat au stade de la remise d’offre.</w:t>
      </w:r>
    </w:p>
    <w:p w:rsidR="0070164A" w:rsidRDefault="0070164A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CA1DC4" w:rsidRPr="0070164A" w:rsidRDefault="00CA1DC4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2E7521" w:rsidRPr="002E7521" w:rsidRDefault="0070164A" w:rsidP="0070164A">
      <w:pPr>
        <w:spacing w:after="0"/>
        <w:rPr>
          <w:rFonts w:ascii="Times New Roman" w:eastAsia="Times New Roman" w:hAnsi="Times New Roman"/>
          <w:b/>
          <w:noProof/>
          <w:u w:val="single"/>
          <w:lang w:eastAsia="fr-FR"/>
        </w:rPr>
      </w:pPr>
      <w:r>
        <w:rPr>
          <w:rFonts w:ascii="Times New Roman" w:eastAsia="Times New Roman" w:hAnsi="Times New Roman"/>
          <w:b/>
          <w:noProof/>
          <w:u w:val="single"/>
          <w:lang w:eastAsia="fr-FR"/>
        </w:rPr>
        <w:t>2-6</w:t>
      </w:r>
      <w:r w:rsidR="002E7521" w:rsidRPr="002E7521">
        <w:rPr>
          <w:rFonts w:ascii="Times New Roman" w:eastAsia="Times New Roman" w:hAnsi="Times New Roman"/>
          <w:b/>
          <w:noProof/>
          <w:u w:val="single"/>
          <w:lang w:eastAsia="fr-FR"/>
        </w:rPr>
        <w:t>. Créance présentée en nantissement ou cession</w:t>
      </w:r>
    </w:p>
    <w:p w:rsidR="00F3293C" w:rsidRPr="00F3293C" w:rsidRDefault="002E7521" w:rsidP="002E7521">
      <w:pPr>
        <w:spacing w:before="120" w:after="120" w:line="240" w:lineRule="auto"/>
        <w:jc w:val="both"/>
        <w:rPr>
          <w:rFonts w:ascii="Times New Roman" w:eastAsia="Times New Roman" w:hAnsi="Times New Roman"/>
          <w:lang w:eastAsia="fr-FR"/>
        </w:rPr>
      </w:pPr>
      <w:r w:rsidRPr="002E7521">
        <w:rPr>
          <w:rFonts w:ascii="Times New Roman" w:eastAsia="Times New Roman" w:hAnsi="Times New Roman"/>
          <w:lang w:eastAsia="fr-FR"/>
        </w:rPr>
        <w:lastRenderedPageBreak/>
        <w:t>Le nantissement éventuel de chaque commande par le titulaire, et ses éventuels sous-traitants se fera dans les conditions prévues aux articles R2191-45 à R. 2191-63.</w:t>
      </w:r>
    </w:p>
    <w:p w:rsidR="00B939FA" w:rsidRPr="002E613D" w:rsidRDefault="008D7E46" w:rsidP="002E613D">
      <w:pPr>
        <w:pStyle w:val="Titre1"/>
        <w:rPr>
          <w:szCs w:val="22"/>
        </w:rPr>
      </w:pPr>
      <w:r w:rsidRPr="00B07991">
        <w:rPr>
          <w:szCs w:val="22"/>
        </w:rPr>
        <w:t xml:space="preserve">ARTICLE 3 </w:t>
      </w:r>
      <w:r w:rsidR="00865332" w:rsidRPr="00B07991">
        <w:rPr>
          <w:szCs w:val="22"/>
        </w:rPr>
        <w:t>–</w:t>
      </w:r>
      <w:r w:rsidRPr="00B07991">
        <w:rPr>
          <w:szCs w:val="22"/>
        </w:rPr>
        <w:t xml:space="preserve"> DELAIS</w:t>
      </w:r>
    </w:p>
    <w:p w:rsidR="0036059C" w:rsidRPr="007F7F5F" w:rsidRDefault="002E7521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La durée initiale de l’accord-cadre</w:t>
      </w:r>
      <w:r w:rsidR="0036059C" w:rsidRPr="007F7F5F">
        <w:rPr>
          <w:rFonts w:ascii="Times New Roman" w:hAnsi="Times New Roman"/>
        </w:rPr>
        <w:t xml:space="preserve"> </w:t>
      </w:r>
      <w:r w:rsidRPr="007F7F5F">
        <w:rPr>
          <w:rFonts w:ascii="Times New Roman" w:hAnsi="Times New Roman"/>
        </w:rPr>
        <w:t>est de douze (12) mois à compter de sa date d’effet.</w:t>
      </w:r>
    </w:p>
    <w:p w:rsidR="00BF67A9" w:rsidRPr="007F7F5F" w:rsidRDefault="00BF67A9" w:rsidP="007F7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  <w:b/>
        </w:rPr>
        <w:t>Compte tenu du nombre important de lots à notifier et du fait qu’ils ne peuvent être tous notifiés le même jour, il est instauré une date d’effet du marché via PLACE.</w:t>
      </w:r>
    </w:p>
    <w:p w:rsidR="008D7E46" w:rsidRPr="00B07991" w:rsidRDefault="008D7E46" w:rsidP="002E7521">
      <w:pPr>
        <w:pStyle w:val="Titre1"/>
        <w:rPr>
          <w:szCs w:val="22"/>
        </w:rPr>
      </w:pPr>
      <w:r w:rsidRPr="00B07991">
        <w:rPr>
          <w:szCs w:val="22"/>
        </w:rPr>
        <w:t>ARTICLE 4 - PAIEMENTS</w:t>
      </w:r>
    </w:p>
    <w:p w:rsidR="00BF67A9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Les modalités du règlement des comptes du marché sont spécifiées à l'article 4.2 du CCAP.</w:t>
      </w:r>
    </w:p>
    <w:p w:rsidR="00BF67A9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Le maître de l'ouvrage se libèrera des sommes dues au titre du présent marché en faisant porter le montant au crédit du/des compte(s) faisant l’objet du/des relevé(s) d’identité bancaire transmis à l’appui de l’offre.</w:t>
      </w:r>
    </w:p>
    <w:p w:rsidR="00D35A2C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Toutefois, le maître de l'ouvrage se libèrera des sommes dues aux sous-traitants payés directement, en faisant porter les montants au crédit des comptes désignés dans les annexes, les avenants ou les actes spéciaux.</w:t>
      </w:r>
    </w:p>
    <w:p w:rsidR="008D7E46" w:rsidRDefault="008D7E46" w:rsidP="00D35A2C">
      <w:pPr>
        <w:pStyle w:val="Titre1"/>
        <w:spacing w:before="0" w:after="0"/>
      </w:pPr>
      <w:r w:rsidRPr="009402C8">
        <w:rPr>
          <w:szCs w:val="22"/>
        </w:rPr>
        <w:t xml:space="preserve">ARTICLE 5 </w:t>
      </w:r>
      <w:r w:rsidR="00DF61C6" w:rsidRPr="009402C8">
        <w:rPr>
          <w:szCs w:val="22"/>
        </w:rPr>
        <w:t>–</w:t>
      </w:r>
      <w:r w:rsidRPr="009402C8">
        <w:rPr>
          <w:szCs w:val="22"/>
        </w:rPr>
        <w:t xml:space="preserve"> </w:t>
      </w:r>
      <w:r w:rsidR="009402C8">
        <w:rPr>
          <w:szCs w:val="22"/>
        </w:rPr>
        <w:t>AVANCE</w:t>
      </w:r>
    </w:p>
    <w:p w:rsidR="006874E1" w:rsidRDefault="00094B3A" w:rsidP="00BF67A9">
      <w:pPr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</w:rPr>
        <w:t>Se conformer aux dispositions de l’article 4.6 du CCAP</w:t>
      </w:r>
    </w:p>
    <w:p w:rsidR="00094B3A" w:rsidRDefault="00094B3A">
      <w:pPr>
        <w:spacing w:after="0" w:line="240" w:lineRule="auto"/>
        <w:rPr>
          <w:rFonts w:ascii="Times New Roman" w:eastAsia="Times New Roman" w:hAnsi="Times New Roman"/>
          <w:b/>
          <w:smallCaps/>
          <w:noProof/>
          <w:u w:val="single"/>
          <w:shd w:val="clear" w:color="auto" w:fill="FFFFFF"/>
          <w:lang w:eastAsia="fr-FR"/>
        </w:rPr>
      </w:pPr>
    </w:p>
    <w:p w:rsidR="0070164A" w:rsidRPr="0070164A" w:rsidRDefault="0070164A" w:rsidP="0070164A">
      <w:pPr>
        <w:pStyle w:val="Titre1"/>
        <w:spacing w:before="0" w:after="0"/>
        <w:rPr>
          <w:szCs w:val="22"/>
        </w:rPr>
      </w:pPr>
      <w:r w:rsidRPr="0070164A">
        <w:rPr>
          <w:szCs w:val="22"/>
        </w:rPr>
        <w:t>ARTICLE 6 – RESPONSABLES PHYSIQUES DE LA VERIFICATION ET DE LA SIGNATURE DES ACTES DE SOUS-TRAITANCE</w:t>
      </w:r>
    </w:p>
    <w:p w:rsidR="0070164A" w:rsidRPr="0070164A" w:rsidRDefault="0070164A" w:rsidP="00094B3A">
      <w:pPr>
        <w:spacing w:before="240" w:line="240" w:lineRule="auto"/>
        <w:jc w:val="both"/>
        <w:rPr>
          <w:rFonts w:ascii="Times New Roman" w:hAnsi="Times New Roman"/>
        </w:rPr>
      </w:pPr>
      <w:r w:rsidRPr="0070164A">
        <w:rPr>
          <w:rFonts w:ascii="Times New Roman" w:hAnsi="Times New Roman"/>
        </w:rPr>
        <w:t>Dans le cadre de la mise en place de la dématérialisation des actes de sous-traitance, la personne physique responsable de la gestion, la vérification et la signature de ses</w:t>
      </w:r>
      <w:r>
        <w:rPr>
          <w:rFonts w:ascii="Times New Roman" w:hAnsi="Times New Roman"/>
        </w:rPr>
        <w:t xml:space="preserve"> actes pour le titulaire est : 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70164A" w:rsidRPr="003B3AB5" w:rsidTr="004E0691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Fonction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0164A" w:rsidRDefault="0070164A" w:rsidP="00BF67A9">
      <w:pPr>
        <w:jc w:val="both"/>
        <w:rPr>
          <w:rFonts w:ascii="Times New Roman" w:hAnsi="Times New Roman"/>
          <w:i/>
          <w:sz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99"/>
      </w:tblGrid>
      <w:tr w:rsidR="0070164A" w:rsidRPr="003B3AB5" w:rsidTr="004E0691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Nom Prénom</w:t>
            </w:r>
          </w:p>
        </w:tc>
        <w:tc>
          <w:tcPr>
            <w:tcW w:w="6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 xml:space="preserve">Fonction </w:t>
            </w:r>
          </w:p>
        </w:tc>
        <w:tc>
          <w:tcPr>
            <w:tcW w:w="6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mobile :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Adresse électronique :</w:t>
            </w:r>
          </w:p>
        </w:tc>
        <w:tc>
          <w:tcPr>
            <w:tcW w:w="6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874E1" w:rsidRPr="00BF67A9" w:rsidRDefault="006874E1" w:rsidP="00094B3A">
      <w:pPr>
        <w:spacing w:after="0"/>
        <w:jc w:val="both"/>
        <w:rPr>
          <w:rFonts w:ascii="Times New Roman" w:hAnsi="Times New Roman"/>
          <w:i/>
          <w:sz w:val="20"/>
        </w:rPr>
      </w:pPr>
    </w:p>
    <w:tbl>
      <w:tblPr>
        <w:tblW w:w="9279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79"/>
      </w:tblGrid>
      <w:tr w:rsidR="008D7E46" w:rsidRPr="00B07991" w:rsidTr="0070164A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pStyle w:val="Titre7"/>
              <w:spacing w:before="60" w:after="60"/>
              <w:rPr>
                <w:bCs/>
                <w:noProof w:val="0"/>
                <w:szCs w:val="22"/>
              </w:rPr>
            </w:pPr>
            <w:r w:rsidRPr="00B07991">
              <w:rPr>
                <w:bCs/>
                <w:noProof w:val="0"/>
                <w:szCs w:val="22"/>
              </w:rPr>
              <w:lastRenderedPageBreak/>
              <w:t>Signature de l’acte d’engagement par l’opérateur économique</w:t>
            </w:r>
          </w:p>
        </w:tc>
      </w:tr>
      <w:tr w:rsidR="008D7E46" w:rsidRPr="00B07991" w:rsidTr="0070164A">
        <w:trPr>
          <w:trHeight w:val="2047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br w:type="page"/>
            </w:r>
          </w:p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 xml:space="preserve">Fait en un seul original, </w:t>
            </w:r>
          </w:p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A……………</w:t>
            </w:r>
            <w:proofErr w:type="gramStart"/>
            <w:r w:rsidRPr="00B07991">
              <w:rPr>
                <w:rFonts w:ascii="Times New Roman" w:hAnsi="Times New Roman"/>
              </w:rPr>
              <w:t>…….</w:t>
            </w:r>
            <w:proofErr w:type="gramEnd"/>
            <w:r w:rsidRPr="00B07991">
              <w:rPr>
                <w:rFonts w:ascii="Times New Roman" w:hAnsi="Times New Roman"/>
              </w:rPr>
              <w:t>, le……………………</w:t>
            </w:r>
          </w:p>
          <w:p w:rsidR="008D7E46" w:rsidRPr="00B07991" w:rsidRDefault="008D7E46" w:rsidP="00CC687B">
            <w:pPr>
              <w:pStyle w:val="Titre5"/>
              <w:ind w:left="6840"/>
              <w:jc w:val="left"/>
              <w:rPr>
                <w:sz w:val="22"/>
                <w:szCs w:val="22"/>
              </w:rPr>
            </w:pPr>
            <w:r w:rsidRPr="00B07991">
              <w:rPr>
                <w:sz w:val="22"/>
                <w:szCs w:val="22"/>
              </w:rPr>
              <w:t>Cachet et signature</w:t>
            </w:r>
          </w:p>
          <w:p w:rsidR="00094B3A" w:rsidRPr="00B07991" w:rsidRDefault="008D7E46" w:rsidP="00094B3A">
            <w:pPr>
              <w:ind w:left="6840"/>
              <w:rPr>
                <w:rFonts w:ascii="Times New Roman" w:hAnsi="Times New Roman"/>
                <w:i/>
                <w:iCs/>
              </w:rPr>
            </w:pPr>
            <w:r w:rsidRPr="00B07991">
              <w:rPr>
                <w:rFonts w:ascii="Times New Roman" w:hAnsi="Times New Roman"/>
                <w:i/>
                <w:iCs/>
              </w:rPr>
              <w:t>précédés de la mention manuscrite :« lu et approuvé »</w:t>
            </w:r>
          </w:p>
        </w:tc>
      </w:tr>
      <w:tr w:rsidR="008D7E46" w:rsidRPr="00B07991" w:rsidTr="0070164A">
        <w:trPr>
          <w:trHeight w:val="343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50C" w:rsidRPr="0069550C" w:rsidRDefault="0069550C" w:rsidP="0069550C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Acceptation de l'offre par l’acheteur </w:t>
            </w:r>
          </w:p>
        </w:tc>
      </w:tr>
      <w:tr w:rsidR="008D7E46" w:rsidRPr="00B07991" w:rsidTr="0070164A">
        <w:trPr>
          <w:trHeight w:val="3093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7A5" w:rsidRPr="00B07991" w:rsidRDefault="007747A5" w:rsidP="007747A5">
            <w:pPr>
              <w:pStyle w:val="Corpsdetexte2"/>
              <w:rPr>
                <w:szCs w:val="22"/>
              </w:rPr>
            </w:pPr>
            <w:r w:rsidRPr="00B07991">
              <w:rPr>
                <w:szCs w:val="22"/>
              </w:rPr>
              <w:t>Est acceptée la présente offre pour valoir acte d'engagement.</w:t>
            </w:r>
          </w:p>
          <w:p w:rsidR="007747A5" w:rsidRPr="00B07991" w:rsidRDefault="007747A5" w:rsidP="007747A5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A ……………</w:t>
            </w:r>
            <w:proofErr w:type="gramStart"/>
            <w:r w:rsidRPr="00B07991">
              <w:rPr>
                <w:rFonts w:ascii="Times New Roman" w:hAnsi="Times New Roman"/>
              </w:rPr>
              <w:t>…….</w:t>
            </w:r>
            <w:proofErr w:type="gramEnd"/>
            <w:r w:rsidRPr="00B07991">
              <w:rPr>
                <w:rFonts w:ascii="Times New Roman" w:hAnsi="Times New Roman"/>
              </w:rPr>
              <w:t>., le……………………</w:t>
            </w:r>
          </w:p>
          <w:p w:rsidR="008D7E46" w:rsidRPr="00B07991" w:rsidRDefault="008D7E46" w:rsidP="00CC687B">
            <w:pPr>
              <w:rPr>
                <w:rFonts w:ascii="Times New Roman" w:hAnsi="Times New Roman"/>
              </w:rPr>
            </w:pPr>
          </w:p>
        </w:tc>
      </w:tr>
      <w:tr w:rsidR="008D7E46" w:rsidRPr="00B07991" w:rsidTr="0070164A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pStyle w:val="Titre7"/>
              <w:spacing w:before="60" w:after="60"/>
              <w:rPr>
                <w:noProof w:val="0"/>
                <w:szCs w:val="22"/>
              </w:rPr>
            </w:pPr>
            <w:r w:rsidRPr="00B07991">
              <w:rPr>
                <w:noProof w:val="0"/>
                <w:szCs w:val="22"/>
              </w:rPr>
              <w:t>Notification du marché à l’attributaire</w:t>
            </w:r>
          </w:p>
        </w:tc>
      </w:tr>
      <w:tr w:rsidR="008D7E46" w:rsidRPr="00B07991" w:rsidTr="00DD4525">
        <w:trPr>
          <w:trHeight w:val="1254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Default="008D7E46" w:rsidP="00DD4525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DD1DED" w:rsidRDefault="00DD1DED" w:rsidP="00DD4525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DD1DED" w:rsidRPr="00DD1DED" w:rsidRDefault="00DD1DED" w:rsidP="00DD4525">
            <w:pPr>
              <w:spacing w:after="0" w:line="240" w:lineRule="auto"/>
              <w:rPr>
                <w:rFonts w:ascii="Times New Roman" w:hAnsi="Times New Roman"/>
              </w:rPr>
            </w:pPr>
            <w:r w:rsidRPr="0069550C">
              <w:rPr>
                <w:rFonts w:ascii="Times New Roman" w:hAnsi="Times New Roman"/>
                <w:highlight w:val="yellow"/>
                <w:bdr w:val="single" w:sz="4" w:space="0" w:color="auto" w:frame="1"/>
              </w:rPr>
              <w:t>Notification dématérialisée</w:t>
            </w:r>
          </w:p>
        </w:tc>
      </w:tr>
    </w:tbl>
    <w:p w:rsidR="004D2254" w:rsidRDefault="004D2254" w:rsidP="00094B3A">
      <w:pPr>
        <w:rPr>
          <w:rFonts w:ascii="Times New Roman" w:hAnsi="Times New Roman"/>
          <w:b/>
        </w:rPr>
      </w:pPr>
    </w:p>
    <w:sectPr w:rsidR="004D2254">
      <w:footerReference w:type="even" r:id="rId8"/>
      <w:footerReference w:type="default" r:id="rId9"/>
      <w:pgSz w:w="11906" w:h="16838"/>
      <w:pgMar w:top="540" w:right="1418" w:bottom="1078" w:left="1418" w:header="709" w:footer="3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D21" w:rsidRDefault="00142D21">
      <w:pPr>
        <w:spacing w:after="0" w:line="240" w:lineRule="auto"/>
      </w:pPr>
      <w:r>
        <w:separator/>
      </w:r>
    </w:p>
  </w:endnote>
  <w:endnote w:type="continuationSeparator" w:id="0">
    <w:p w:rsidR="00142D21" w:rsidRDefault="00142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70C" w:rsidRDefault="00D8470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D8470C" w:rsidRDefault="00D8470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70C" w:rsidRDefault="00D8470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402318">
      <w:rPr>
        <w:rStyle w:val="Numrodepage"/>
        <w:noProof/>
      </w:rPr>
      <w:t>3</w:t>
    </w:r>
    <w:r>
      <w:rPr>
        <w:rStyle w:val="Numrodepage"/>
      </w:rPr>
      <w:fldChar w:fldCharType="end"/>
    </w:r>
  </w:p>
  <w:p w:rsidR="00D8470C" w:rsidRDefault="00D8470C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D21" w:rsidRDefault="00142D21">
      <w:pPr>
        <w:spacing w:after="0" w:line="240" w:lineRule="auto"/>
      </w:pPr>
      <w:r>
        <w:separator/>
      </w:r>
    </w:p>
  </w:footnote>
  <w:footnote w:type="continuationSeparator" w:id="0">
    <w:p w:rsidR="00142D21" w:rsidRDefault="00142D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605FC"/>
    <w:multiLevelType w:val="hybridMultilevel"/>
    <w:tmpl w:val="9594F94E"/>
    <w:lvl w:ilvl="0" w:tplc="09EADACE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B074D9C"/>
    <w:multiLevelType w:val="hybridMultilevel"/>
    <w:tmpl w:val="A2AC1284"/>
    <w:lvl w:ilvl="0" w:tplc="7B666236">
      <w:start w:val="1"/>
      <w:numFmt w:val="decimal"/>
      <w:pStyle w:val="Style1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C5003AB0"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5747D0"/>
    <w:multiLevelType w:val="hybridMultilevel"/>
    <w:tmpl w:val="5296977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880"/>
    <w:rsid w:val="00015E34"/>
    <w:rsid w:val="00031856"/>
    <w:rsid w:val="00037121"/>
    <w:rsid w:val="0004225F"/>
    <w:rsid w:val="0004376D"/>
    <w:rsid w:val="00067B67"/>
    <w:rsid w:val="000705D0"/>
    <w:rsid w:val="00077A6F"/>
    <w:rsid w:val="0009071F"/>
    <w:rsid w:val="00094B3A"/>
    <w:rsid w:val="000959B4"/>
    <w:rsid w:val="000C5B76"/>
    <w:rsid w:val="000E0A05"/>
    <w:rsid w:val="000F6FB4"/>
    <w:rsid w:val="0012312C"/>
    <w:rsid w:val="00142D21"/>
    <w:rsid w:val="00145E35"/>
    <w:rsid w:val="0015176A"/>
    <w:rsid w:val="001527BF"/>
    <w:rsid w:val="0019595F"/>
    <w:rsid w:val="001B5407"/>
    <w:rsid w:val="001B6F2B"/>
    <w:rsid w:val="001D0DD4"/>
    <w:rsid w:val="00214BB5"/>
    <w:rsid w:val="00244585"/>
    <w:rsid w:val="00244770"/>
    <w:rsid w:val="00270AD0"/>
    <w:rsid w:val="002712A6"/>
    <w:rsid w:val="00283667"/>
    <w:rsid w:val="00294EE8"/>
    <w:rsid w:val="002E4379"/>
    <w:rsid w:val="002E613D"/>
    <w:rsid w:val="002E7521"/>
    <w:rsid w:val="00320687"/>
    <w:rsid w:val="00321E3B"/>
    <w:rsid w:val="00324C99"/>
    <w:rsid w:val="00325734"/>
    <w:rsid w:val="00331A52"/>
    <w:rsid w:val="0034246D"/>
    <w:rsid w:val="0036059C"/>
    <w:rsid w:val="003922DD"/>
    <w:rsid w:val="003A45C3"/>
    <w:rsid w:val="003A7F20"/>
    <w:rsid w:val="003F7D6E"/>
    <w:rsid w:val="00400B85"/>
    <w:rsid w:val="004012F9"/>
    <w:rsid w:val="00401B17"/>
    <w:rsid w:val="00402318"/>
    <w:rsid w:val="00402A1A"/>
    <w:rsid w:val="00406F3E"/>
    <w:rsid w:val="00421A3E"/>
    <w:rsid w:val="0043530A"/>
    <w:rsid w:val="00453079"/>
    <w:rsid w:val="00466CBA"/>
    <w:rsid w:val="00477F5E"/>
    <w:rsid w:val="0048593D"/>
    <w:rsid w:val="004D0D94"/>
    <w:rsid w:val="004D2254"/>
    <w:rsid w:val="004E0691"/>
    <w:rsid w:val="004F3032"/>
    <w:rsid w:val="00510A86"/>
    <w:rsid w:val="00531CCC"/>
    <w:rsid w:val="0055357E"/>
    <w:rsid w:val="00560E81"/>
    <w:rsid w:val="005926BF"/>
    <w:rsid w:val="005D479A"/>
    <w:rsid w:val="005F5E9E"/>
    <w:rsid w:val="00616E8A"/>
    <w:rsid w:val="00651685"/>
    <w:rsid w:val="00677B4C"/>
    <w:rsid w:val="006874E1"/>
    <w:rsid w:val="0069550C"/>
    <w:rsid w:val="00695F7D"/>
    <w:rsid w:val="006A475A"/>
    <w:rsid w:val="0070164A"/>
    <w:rsid w:val="00707806"/>
    <w:rsid w:val="007214B0"/>
    <w:rsid w:val="007674AF"/>
    <w:rsid w:val="00773480"/>
    <w:rsid w:val="007747A5"/>
    <w:rsid w:val="00780055"/>
    <w:rsid w:val="00782130"/>
    <w:rsid w:val="00794A85"/>
    <w:rsid w:val="007965A9"/>
    <w:rsid w:val="007A5AFF"/>
    <w:rsid w:val="007A6D03"/>
    <w:rsid w:val="007B12A8"/>
    <w:rsid w:val="007B436E"/>
    <w:rsid w:val="007C06B1"/>
    <w:rsid w:val="007C42C0"/>
    <w:rsid w:val="007D52AE"/>
    <w:rsid w:val="007F7F5F"/>
    <w:rsid w:val="0083357B"/>
    <w:rsid w:val="00851A8F"/>
    <w:rsid w:val="00865332"/>
    <w:rsid w:val="00874FF5"/>
    <w:rsid w:val="008A7352"/>
    <w:rsid w:val="008B30D7"/>
    <w:rsid w:val="008B3D7D"/>
    <w:rsid w:val="008B4DCC"/>
    <w:rsid w:val="008B5ABA"/>
    <w:rsid w:val="008D7E46"/>
    <w:rsid w:val="008F2549"/>
    <w:rsid w:val="008F6DD5"/>
    <w:rsid w:val="00936733"/>
    <w:rsid w:val="009402C8"/>
    <w:rsid w:val="00940B4A"/>
    <w:rsid w:val="00952860"/>
    <w:rsid w:val="00964EBB"/>
    <w:rsid w:val="009E7DEE"/>
    <w:rsid w:val="009F0EBF"/>
    <w:rsid w:val="009F2247"/>
    <w:rsid w:val="009F2C04"/>
    <w:rsid w:val="009F473C"/>
    <w:rsid w:val="00A150F3"/>
    <w:rsid w:val="00A279A5"/>
    <w:rsid w:val="00A3017A"/>
    <w:rsid w:val="00A3656A"/>
    <w:rsid w:val="00A61925"/>
    <w:rsid w:val="00A75D18"/>
    <w:rsid w:val="00A92BD4"/>
    <w:rsid w:val="00AA26FF"/>
    <w:rsid w:val="00AA39AA"/>
    <w:rsid w:val="00AD7803"/>
    <w:rsid w:val="00AE5B27"/>
    <w:rsid w:val="00AF2446"/>
    <w:rsid w:val="00AF7BE3"/>
    <w:rsid w:val="00B07991"/>
    <w:rsid w:val="00B1052F"/>
    <w:rsid w:val="00B47248"/>
    <w:rsid w:val="00B47C09"/>
    <w:rsid w:val="00B720BB"/>
    <w:rsid w:val="00B73ACD"/>
    <w:rsid w:val="00B939FA"/>
    <w:rsid w:val="00BD6E35"/>
    <w:rsid w:val="00BD78D8"/>
    <w:rsid w:val="00BE64DE"/>
    <w:rsid w:val="00BF67A9"/>
    <w:rsid w:val="00C0452F"/>
    <w:rsid w:val="00C07286"/>
    <w:rsid w:val="00C10E65"/>
    <w:rsid w:val="00C505E1"/>
    <w:rsid w:val="00C532E7"/>
    <w:rsid w:val="00C6249B"/>
    <w:rsid w:val="00CA1DC4"/>
    <w:rsid w:val="00CA1DF3"/>
    <w:rsid w:val="00CB1480"/>
    <w:rsid w:val="00CB30E4"/>
    <w:rsid w:val="00CB5D39"/>
    <w:rsid w:val="00CC12B8"/>
    <w:rsid w:val="00CC687B"/>
    <w:rsid w:val="00CD09FF"/>
    <w:rsid w:val="00CD350D"/>
    <w:rsid w:val="00CF2FE3"/>
    <w:rsid w:val="00CF7CCB"/>
    <w:rsid w:val="00D22BCF"/>
    <w:rsid w:val="00D35A2C"/>
    <w:rsid w:val="00D8470C"/>
    <w:rsid w:val="00DA44F0"/>
    <w:rsid w:val="00DC3DD8"/>
    <w:rsid w:val="00DD0A75"/>
    <w:rsid w:val="00DD1DED"/>
    <w:rsid w:val="00DD4525"/>
    <w:rsid w:val="00DD5128"/>
    <w:rsid w:val="00DD5551"/>
    <w:rsid w:val="00DE4880"/>
    <w:rsid w:val="00DE6982"/>
    <w:rsid w:val="00DF61C6"/>
    <w:rsid w:val="00E06612"/>
    <w:rsid w:val="00E275DA"/>
    <w:rsid w:val="00E361A5"/>
    <w:rsid w:val="00E428BE"/>
    <w:rsid w:val="00E56679"/>
    <w:rsid w:val="00E60AC9"/>
    <w:rsid w:val="00E72DD8"/>
    <w:rsid w:val="00E81287"/>
    <w:rsid w:val="00EA065C"/>
    <w:rsid w:val="00EA2530"/>
    <w:rsid w:val="00EA5A6B"/>
    <w:rsid w:val="00EB10B0"/>
    <w:rsid w:val="00ED626B"/>
    <w:rsid w:val="00F10F0F"/>
    <w:rsid w:val="00F120BE"/>
    <w:rsid w:val="00F13308"/>
    <w:rsid w:val="00F25C65"/>
    <w:rsid w:val="00F3293C"/>
    <w:rsid w:val="00F34B42"/>
    <w:rsid w:val="00F41970"/>
    <w:rsid w:val="00F41BBA"/>
    <w:rsid w:val="00F55463"/>
    <w:rsid w:val="00F56E12"/>
    <w:rsid w:val="00F8713E"/>
    <w:rsid w:val="00F96BE2"/>
    <w:rsid w:val="00FD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0957EE-42FD-4232-B9C5-D2855F5B0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8D7E46"/>
    <w:pPr>
      <w:keepNext/>
      <w:spacing w:before="480" w:after="120" w:line="240" w:lineRule="auto"/>
      <w:jc w:val="both"/>
      <w:outlineLvl w:val="0"/>
    </w:pPr>
    <w:rPr>
      <w:rFonts w:ascii="Times New Roman" w:eastAsia="Times New Roman" w:hAnsi="Times New Roman"/>
      <w:b/>
      <w:smallCaps/>
      <w:noProof/>
      <w:szCs w:val="20"/>
      <w:u w:val="single"/>
      <w:shd w:val="clear" w:color="auto" w:fill="FFFFFF"/>
      <w:lang w:eastAsia="fr-FR"/>
    </w:rPr>
  </w:style>
  <w:style w:type="paragraph" w:styleId="Titre2">
    <w:name w:val="heading 2"/>
    <w:basedOn w:val="Normal"/>
    <w:next w:val="Normal"/>
    <w:link w:val="Titre2Car"/>
    <w:qFormat/>
    <w:rsid w:val="008D7E46"/>
    <w:pPr>
      <w:keepNext/>
      <w:spacing w:before="240" w:after="120" w:line="240" w:lineRule="auto"/>
      <w:ind w:left="284"/>
      <w:jc w:val="both"/>
      <w:outlineLvl w:val="1"/>
    </w:pPr>
    <w:rPr>
      <w:rFonts w:ascii="Times New Roman" w:eastAsia="Times New Roman" w:hAnsi="Times New Roman"/>
      <w:b/>
      <w:noProof/>
      <w:szCs w:val="20"/>
      <w:u w:val="single"/>
      <w:lang w:eastAsia="fr-FR"/>
    </w:rPr>
  </w:style>
  <w:style w:type="paragraph" w:styleId="Titre3">
    <w:name w:val="heading 3"/>
    <w:basedOn w:val="Normal"/>
    <w:next w:val="Normal"/>
    <w:link w:val="Titre3Car"/>
    <w:qFormat/>
    <w:rsid w:val="008D7E46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szCs w:val="24"/>
      <w:lang w:eastAsia="fr-FR"/>
    </w:rPr>
  </w:style>
  <w:style w:type="paragraph" w:styleId="Titre5">
    <w:name w:val="heading 5"/>
    <w:basedOn w:val="Normal"/>
    <w:next w:val="Normal"/>
    <w:link w:val="Titre5Car"/>
    <w:qFormat/>
    <w:rsid w:val="008D7E46"/>
    <w:pPr>
      <w:keepNext/>
      <w:spacing w:after="0" w:line="240" w:lineRule="auto"/>
      <w:ind w:left="7740"/>
      <w:jc w:val="both"/>
      <w:outlineLvl w:val="4"/>
    </w:pPr>
    <w:rPr>
      <w:rFonts w:ascii="Times New Roman" w:eastAsia="Times New Roman" w:hAnsi="Times New Roman"/>
      <w:i/>
      <w:iCs/>
      <w:sz w:val="16"/>
      <w:szCs w:val="24"/>
      <w:lang w:eastAsia="fr-FR"/>
    </w:rPr>
  </w:style>
  <w:style w:type="paragraph" w:styleId="Titre7">
    <w:name w:val="heading 7"/>
    <w:basedOn w:val="Normal"/>
    <w:next w:val="Normal"/>
    <w:link w:val="Titre7Car"/>
    <w:qFormat/>
    <w:rsid w:val="008D7E46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noProof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8D7E46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8D7E46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8D7E46"/>
    <w:rPr>
      <w:rFonts w:ascii="Times New Roman" w:eastAsia="Times New Roman" w:hAnsi="Times New Roman"/>
      <w:b/>
      <w:smallCaps/>
      <w:noProof/>
      <w:sz w:val="22"/>
      <w:u w:val="single"/>
    </w:rPr>
  </w:style>
  <w:style w:type="character" w:customStyle="1" w:styleId="Titre2Car">
    <w:name w:val="Titre 2 Car"/>
    <w:link w:val="Titre2"/>
    <w:rsid w:val="008D7E46"/>
    <w:rPr>
      <w:rFonts w:ascii="Times New Roman" w:eastAsia="Times New Roman" w:hAnsi="Times New Roman"/>
      <w:b/>
      <w:noProof/>
      <w:sz w:val="22"/>
      <w:u w:val="single"/>
    </w:rPr>
  </w:style>
  <w:style w:type="character" w:customStyle="1" w:styleId="Titre3Car">
    <w:name w:val="Titre 3 Car"/>
    <w:link w:val="Titre3"/>
    <w:uiPriority w:val="9"/>
    <w:rsid w:val="008D7E46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Titre5Car">
    <w:name w:val="Titre 5 Car"/>
    <w:link w:val="Titre5"/>
    <w:rsid w:val="008D7E46"/>
    <w:rPr>
      <w:rFonts w:ascii="Times New Roman" w:eastAsia="Times New Roman" w:hAnsi="Times New Roman"/>
      <w:i/>
      <w:iCs/>
      <w:sz w:val="16"/>
      <w:szCs w:val="24"/>
    </w:rPr>
  </w:style>
  <w:style w:type="character" w:customStyle="1" w:styleId="Titre7Car">
    <w:name w:val="Titre 7 Car"/>
    <w:link w:val="Titre7"/>
    <w:rsid w:val="008D7E46"/>
    <w:rPr>
      <w:rFonts w:ascii="Times New Roman" w:eastAsia="Times New Roman" w:hAnsi="Times New Roman"/>
      <w:b/>
      <w:noProof/>
      <w:sz w:val="22"/>
    </w:rPr>
  </w:style>
  <w:style w:type="character" w:customStyle="1" w:styleId="Titre8Car">
    <w:name w:val="Titre 8 Car"/>
    <w:link w:val="Titre8"/>
    <w:rsid w:val="008D7E46"/>
    <w:rPr>
      <w:rFonts w:ascii="Times New Roman" w:eastAsia="Times New Roman" w:hAnsi="Times New Roman"/>
      <w:b/>
      <w:sz w:val="22"/>
    </w:rPr>
  </w:style>
  <w:style w:type="character" w:customStyle="1" w:styleId="Titre9Car">
    <w:name w:val="Titre 9 Car"/>
    <w:link w:val="Titre9"/>
    <w:rsid w:val="008D7E46"/>
    <w:rPr>
      <w:rFonts w:ascii="Times New Roman" w:eastAsia="Times New Roman" w:hAnsi="Times New Roman"/>
      <w:b/>
      <w:sz w:val="24"/>
    </w:rPr>
  </w:style>
  <w:style w:type="paragraph" w:styleId="Titre">
    <w:name w:val="Title"/>
    <w:basedOn w:val="Normal"/>
    <w:link w:val="TitreCar"/>
    <w:qFormat/>
    <w:rsid w:val="008D7E46"/>
    <w:pPr>
      <w:spacing w:after="0" w:line="240" w:lineRule="auto"/>
      <w:jc w:val="center"/>
      <w:outlineLvl w:val="0"/>
    </w:pPr>
    <w:rPr>
      <w:rFonts w:ascii="Times New Roman" w:eastAsia="Times New Roman" w:hAnsi="Times New Roman"/>
      <w:b/>
      <w:szCs w:val="20"/>
      <w:lang w:eastAsia="fr-FR"/>
    </w:rPr>
  </w:style>
  <w:style w:type="character" w:customStyle="1" w:styleId="TitreCar">
    <w:name w:val="Titre Car"/>
    <w:link w:val="Titre"/>
    <w:rsid w:val="008D7E46"/>
    <w:rPr>
      <w:rFonts w:ascii="Times New Roman" w:eastAsia="Times New Roman" w:hAnsi="Times New Roman"/>
      <w:b/>
      <w:sz w:val="22"/>
    </w:rPr>
  </w:style>
  <w:style w:type="paragraph" w:styleId="Corpsdetexte">
    <w:name w:val="Body Text"/>
    <w:basedOn w:val="Normal"/>
    <w:link w:val="CorpsdetexteCar"/>
    <w:rsid w:val="008D7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Car">
    <w:name w:val="Corps de texte Car"/>
    <w:link w:val="Corpsdetexte"/>
    <w:rsid w:val="008D7E46"/>
    <w:rPr>
      <w:rFonts w:ascii="Times New Roman" w:eastAsia="Times New Roman" w:hAnsi="Times New Roman"/>
      <w:sz w:val="22"/>
      <w:szCs w:val="24"/>
    </w:rPr>
  </w:style>
  <w:style w:type="paragraph" w:styleId="Corpsdetexte2">
    <w:name w:val="Body Text 2"/>
    <w:basedOn w:val="Normal"/>
    <w:link w:val="Corpsdetexte2Car"/>
    <w:rsid w:val="008D7E46"/>
    <w:pPr>
      <w:spacing w:after="0" w:line="240" w:lineRule="auto"/>
      <w:jc w:val="both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2Car">
    <w:name w:val="Corps de texte 2 Car"/>
    <w:link w:val="Corpsdetexte2"/>
    <w:rsid w:val="008D7E46"/>
    <w:rPr>
      <w:rFonts w:ascii="Times New Roman" w:eastAsia="Times New Roman" w:hAnsi="Times New Roman"/>
      <w:sz w:val="22"/>
      <w:szCs w:val="24"/>
    </w:rPr>
  </w:style>
  <w:style w:type="paragraph" w:styleId="Corpsdetexte3">
    <w:name w:val="Body Text 3"/>
    <w:basedOn w:val="Normal"/>
    <w:link w:val="Corpsdetexte3Car"/>
    <w:rsid w:val="008D7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3Car">
    <w:name w:val="Corps de texte 3 Car"/>
    <w:link w:val="Corpsdetexte3"/>
    <w:rsid w:val="008D7E46"/>
    <w:rPr>
      <w:rFonts w:ascii="Times New Roman" w:eastAsia="Times New Roman" w:hAnsi="Times New Roman"/>
      <w:sz w:val="22"/>
      <w:szCs w:val="24"/>
    </w:rPr>
  </w:style>
  <w:style w:type="paragraph" w:styleId="Pieddepage">
    <w:name w:val="footer"/>
    <w:basedOn w:val="Normal"/>
    <w:link w:val="PieddepageCar"/>
    <w:rsid w:val="008D7E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PieddepageCar">
    <w:name w:val="Pied de page Car"/>
    <w:link w:val="Pieddepage"/>
    <w:rsid w:val="008D7E46"/>
    <w:rPr>
      <w:rFonts w:ascii="Times New Roman" w:eastAsia="Times New Roman" w:hAnsi="Times New Roman"/>
      <w:sz w:val="24"/>
      <w:szCs w:val="24"/>
    </w:rPr>
  </w:style>
  <w:style w:type="character" w:styleId="Numrodepage">
    <w:name w:val="page number"/>
    <w:basedOn w:val="Policepardfaut"/>
    <w:rsid w:val="008D7E46"/>
  </w:style>
  <w:style w:type="paragraph" w:styleId="En-tte">
    <w:name w:val="header"/>
    <w:basedOn w:val="Normal"/>
    <w:link w:val="En-tteCar"/>
    <w:rsid w:val="008D7E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En-tteCar">
    <w:name w:val="En-tête Car"/>
    <w:link w:val="En-tte"/>
    <w:rsid w:val="008D7E46"/>
    <w:rPr>
      <w:rFonts w:ascii="Times New Roman" w:eastAsia="Times New Roman" w:hAnsi="Times New Roman"/>
      <w:sz w:val="22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C6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CC687B"/>
    <w:rPr>
      <w:rFonts w:ascii="Tahoma" w:hAnsi="Tahoma" w:cs="Tahoma"/>
      <w:sz w:val="16"/>
      <w:szCs w:val="16"/>
      <w:lang w:eastAsia="en-US"/>
    </w:rPr>
  </w:style>
  <w:style w:type="paragraph" w:styleId="Rvision">
    <w:name w:val="Revision"/>
    <w:hidden/>
    <w:uiPriority w:val="99"/>
    <w:semiHidden/>
    <w:rsid w:val="007965A9"/>
    <w:rPr>
      <w:sz w:val="22"/>
      <w:szCs w:val="22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CB1480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rsid w:val="00CB1480"/>
    <w:rPr>
      <w:sz w:val="22"/>
      <w:szCs w:val="22"/>
      <w:lang w:eastAsia="en-US"/>
    </w:rPr>
  </w:style>
  <w:style w:type="character" w:styleId="Accentuation">
    <w:name w:val="Emphasis"/>
    <w:uiPriority w:val="20"/>
    <w:qFormat/>
    <w:rsid w:val="00CB1480"/>
    <w:rPr>
      <w:i/>
      <w:iCs/>
    </w:rPr>
  </w:style>
  <w:style w:type="paragraph" w:customStyle="1" w:styleId="Style1">
    <w:name w:val="Style1"/>
    <w:basedOn w:val="Titre1"/>
    <w:qFormat/>
    <w:rsid w:val="00865332"/>
    <w:pPr>
      <w:numPr>
        <w:numId w:val="1"/>
      </w:numPr>
      <w:pBdr>
        <w:top w:val="nil"/>
        <w:left w:val="nil"/>
        <w:bottom w:val="nil"/>
        <w:right w:val="nil"/>
        <w:between w:val="nil"/>
        <w:bar w:val="nil"/>
      </w:pBdr>
      <w:tabs>
        <w:tab w:val="num" w:pos="360"/>
      </w:tabs>
      <w:spacing w:before="0" w:after="0"/>
      <w:ind w:left="0" w:firstLine="0"/>
      <w:jc w:val="left"/>
    </w:pPr>
    <w:rPr>
      <w:bCs/>
      <w:caps/>
      <w:smallCaps w:val="0"/>
      <w:noProof w:val="0"/>
      <w:color w:val="000000"/>
      <w:sz w:val="24"/>
      <w:szCs w:val="24"/>
      <w:u w:val="none" w:color="000000"/>
      <w:bdr w:val="nil"/>
      <w:shd w:val="clear" w:color="auto" w:fill="auto"/>
    </w:rPr>
  </w:style>
  <w:style w:type="table" w:styleId="Grilledutableau">
    <w:name w:val="Table Grid"/>
    <w:basedOn w:val="TableauNormal"/>
    <w:uiPriority w:val="39"/>
    <w:rsid w:val="00B079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6F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ansinterligne">
    <w:name w:val="No Spacing"/>
    <w:link w:val="SansinterligneCar"/>
    <w:uiPriority w:val="1"/>
    <w:qFormat/>
    <w:rsid w:val="00D8470C"/>
    <w:pPr>
      <w:pBdr>
        <w:top w:val="nil"/>
        <w:left w:val="nil"/>
        <w:bottom w:val="nil"/>
        <w:right w:val="nil"/>
        <w:between w:val="nil"/>
        <w:bar w:val="nil"/>
      </w:pBdr>
    </w:pPr>
    <w:rPr>
      <w:rFonts w:cs="Calibri"/>
      <w:color w:val="000000"/>
      <w:sz w:val="22"/>
      <w:szCs w:val="22"/>
      <w:u w:color="000000"/>
      <w:bdr w:val="nil"/>
    </w:rPr>
  </w:style>
  <w:style w:type="character" w:styleId="Marquedecommentaire">
    <w:name w:val="annotation reference"/>
    <w:basedOn w:val="Policepardfaut"/>
    <w:uiPriority w:val="99"/>
    <w:semiHidden/>
    <w:unhideWhenUsed/>
    <w:rsid w:val="009E7D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E7DE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E7DEE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D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E7DEE"/>
    <w:rPr>
      <w:b/>
      <w:bCs/>
      <w:lang w:eastAsia="en-US"/>
    </w:rPr>
  </w:style>
  <w:style w:type="paragraph" w:customStyle="1" w:styleId="StyleListecontinueNonGras">
    <w:name w:val="Style Liste continue + Non Gras"/>
    <w:basedOn w:val="Listecontinue"/>
    <w:autoRedefine/>
    <w:rsid w:val="00DA44F0"/>
    <w:pPr>
      <w:spacing w:before="60" w:after="60" w:line="240" w:lineRule="auto"/>
      <w:ind w:left="0"/>
      <w:contextualSpacing w:val="0"/>
      <w:jc w:val="center"/>
    </w:pPr>
    <w:rPr>
      <w:rFonts w:ascii="Garamond" w:eastAsia="Times New Roman" w:hAnsi="Garamond"/>
      <w:shd w:val="clear" w:color="auto" w:fill="FFFF00"/>
      <w:lang w:eastAsia="fr-FR"/>
    </w:rPr>
  </w:style>
  <w:style w:type="paragraph" w:styleId="Listecontinue">
    <w:name w:val="List Continue"/>
    <w:basedOn w:val="Normal"/>
    <w:uiPriority w:val="99"/>
    <w:semiHidden/>
    <w:unhideWhenUsed/>
    <w:rsid w:val="00DA44F0"/>
    <w:pPr>
      <w:spacing w:after="120"/>
      <w:ind w:left="283"/>
      <w:contextualSpacing/>
    </w:pPr>
  </w:style>
  <w:style w:type="paragraph" w:customStyle="1" w:styleId="Heading">
    <w:name w:val="Heading"/>
    <w:basedOn w:val="Normal"/>
    <w:next w:val="Corpsdetexte"/>
    <w:rsid w:val="00510A86"/>
    <w:pPr>
      <w:keepNext/>
      <w:suppressAutoHyphens/>
      <w:spacing w:before="240" w:after="120"/>
    </w:pPr>
    <w:rPr>
      <w:rFonts w:ascii="Liberation Sans" w:eastAsia="DejaVu Sans" w:hAnsi="Liberation Sans" w:cs="DejaVu Sans"/>
      <w:kern w:val="1"/>
      <w:sz w:val="28"/>
      <w:szCs w:val="28"/>
    </w:rPr>
  </w:style>
  <w:style w:type="character" w:customStyle="1" w:styleId="SansinterligneCar">
    <w:name w:val="Sans interligne Car"/>
    <w:link w:val="Sansinterligne"/>
    <w:uiPriority w:val="1"/>
    <w:rsid w:val="0043530A"/>
    <w:rPr>
      <w:rFonts w:cs="Calibri"/>
      <w:color w:val="000000"/>
      <w:sz w:val="22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4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uv%20Saxo%2006042020\Documents\AC%20multi-diags\DCE\AE%20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C3075-D870-4A66-958E-3BBC44CA3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</Template>
  <TotalTime>14</TotalTime>
  <Pages>7</Pages>
  <Words>1508</Words>
  <Characters>8298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9787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SAXOD Sandy IEF MINDEF</dc:creator>
  <cp:lastModifiedBy>ANDEME TIWINO Sybelle ASC NIV I OA</cp:lastModifiedBy>
  <cp:revision>12</cp:revision>
  <cp:lastPrinted>2021-05-03T15:06:00Z</cp:lastPrinted>
  <dcterms:created xsi:type="dcterms:W3CDTF">2026-01-22T15:59:00Z</dcterms:created>
  <dcterms:modified xsi:type="dcterms:W3CDTF">2026-01-26T10:11:00Z</dcterms:modified>
</cp:coreProperties>
</file>